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29492E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3FD329" w14:textId="6A97376A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466B9F992AB6E4F96D49C25C22C2E2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2-0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B13C0">
                  <w:rPr>
                    <w:rStyle w:val="Dokumentdatum"/>
                  </w:rPr>
                  <w:t>4. Dezember 2025</w:t>
                </w:r>
              </w:sdtContent>
            </w:sdt>
          </w:p>
        </w:tc>
      </w:tr>
      <w:tr w:rsidR="004255E9" w:rsidRPr="00D5446F" w14:paraId="2F20A6EE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D56F6D" w14:textId="34023C2C" w:rsidR="004255E9" w:rsidRPr="00D5446F" w:rsidRDefault="00741BBC" w:rsidP="004255E9">
            <w:pPr>
              <w:pStyle w:val="Betreff"/>
            </w:pPr>
            <w:r>
              <w:rPr>
                <w:rFonts w:eastAsia="Arial" w:cs="Arial"/>
                <w:sz w:val="36"/>
                <w:szCs w:val="36"/>
              </w:rPr>
              <w:t>Weihnachtsspende 2025: GEZE unterstützt Projekte für mehr Medien- und KI-Kompetenz bei Kindern und Jugendlichen</w:t>
            </w:r>
            <w:r w:rsidRPr="00D5446F">
              <w:t xml:space="preserve"> </w:t>
            </w:r>
          </w:p>
        </w:tc>
      </w:tr>
    </w:tbl>
    <w:p w14:paraId="12B0B588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030D74F" w14:textId="77777777" w:rsidR="006A66F9" w:rsidRPr="00400CDA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400CDA">
        <w:rPr>
          <w:color w:val="002364"/>
        </w:rPr>
        <w:t>Angela Staiber</w:t>
      </w:r>
    </w:p>
    <w:p w14:paraId="0CC0AE52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6EC313E" w14:textId="77777777" w:rsidR="006A66F9" w:rsidRDefault="006A66F9" w:rsidP="006A66F9">
      <w:pPr>
        <w:pStyle w:val="Margin"/>
        <w:framePr w:h="1478" w:hRule="exact" w:wrap="around" w:x="8780" w:y="4022"/>
      </w:pPr>
      <w:r w:rsidRPr="00400CDA">
        <w:rPr>
          <w:rStyle w:val="MarginVorsatzwrter"/>
          <w:color w:val="002364"/>
        </w:rPr>
        <w:t>EMAIL</w:t>
      </w:r>
      <w:r w:rsidRPr="00400CDA">
        <w:rPr>
          <w:color w:val="002364"/>
        </w:rPr>
        <w:t xml:space="preserve">  </w:t>
      </w:r>
      <w:hyperlink r:id="rId9" w:tgtFrame="_blank" w:history="1">
        <w:r w:rsidRPr="00400CDA">
          <w:rPr>
            <w:color w:val="002364"/>
          </w:rPr>
          <w:t>a.staiber@geze.com</w:t>
        </w:r>
      </w:hyperlink>
    </w:p>
    <w:p w14:paraId="3E29ECDE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741BBC" w:rsidRPr="008E4BE2" w14:paraId="451C4C7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70D637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D6E67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53CE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741BBC" w14:paraId="60A12C0B" w14:textId="77777777" w:rsidTr="000A59DA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AF05B7" w14:textId="2A64CAB7" w:rsidR="007E5DFD" w:rsidRDefault="00741BBC" w:rsidP="007E5D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7C1A77E" wp14:editId="217FCE5A">
                  <wp:extent cx="2056538" cy="1542473"/>
                  <wp:effectExtent l="0" t="0" r="1270" b="0"/>
                  <wp:docPr id="1338160047" name="Grafik 3" descr="Ein Bild, das Person, draußen, Kleidung, Gelän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160047" name="Grafik 3" descr="Ein Bild, das Person, draußen, Kleidung, Gelände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069667" cy="155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7B210F" w14:textId="0051FF82" w:rsidR="007E5DFD" w:rsidRPr="00C27F51" w:rsidRDefault="00741BBC" w:rsidP="00E1341D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Spendenziel Medienkompetenz: </w:t>
            </w:r>
            <w:r w:rsidRPr="00741BBC">
              <w:rPr>
                <w:rFonts w:cs="Arial"/>
                <w:color w:val="002364"/>
                <w:sz w:val="20"/>
                <w:szCs w:val="20"/>
              </w:rPr>
              <w:t xml:space="preserve">Für GEZE ist ein sicherer, reflektierter Umgang mit </w:t>
            </w:r>
            <w:r>
              <w:rPr>
                <w:rFonts w:cs="Arial"/>
                <w:color w:val="002364"/>
                <w:sz w:val="20"/>
                <w:szCs w:val="20"/>
              </w:rPr>
              <w:t>neuen</w:t>
            </w:r>
            <w:r w:rsidRPr="00741BBC">
              <w:rPr>
                <w:rFonts w:cs="Arial"/>
                <w:color w:val="002364"/>
                <w:sz w:val="20"/>
                <w:szCs w:val="20"/>
              </w:rPr>
              <w:t xml:space="preserve"> Technologie</w:t>
            </w:r>
            <w:r>
              <w:rPr>
                <w:rFonts w:cs="Arial"/>
                <w:color w:val="002364"/>
                <w:sz w:val="20"/>
                <w:szCs w:val="20"/>
              </w:rPr>
              <w:t>n</w:t>
            </w:r>
            <w:r w:rsidRPr="00741BBC">
              <w:rPr>
                <w:rFonts w:cs="Arial"/>
                <w:color w:val="002364"/>
                <w:sz w:val="20"/>
                <w:szCs w:val="20"/>
              </w:rPr>
              <w:t xml:space="preserve"> ein zentraler Baustein für junge Menschen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60B025A6" w14:textId="1818261A" w:rsidR="007E5DFD" w:rsidRPr="00104446" w:rsidRDefault="00C40DFB" w:rsidP="007E5D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©</w:t>
            </w:r>
            <w:r w:rsidR="00731F86">
              <w:rPr>
                <w:color w:val="002364"/>
                <w:sz w:val="20"/>
                <w:szCs w:val="20"/>
              </w:rPr>
              <w:t>Deutsches Kinderhilfswerk e.V.</w:t>
            </w:r>
          </w:p>
        </w:tc>
      </w:tr>
      <w:tr w:rsidR="00741BBC" w14:paraId="1AEE8356" w14:textId="77777777" w:rsidTr="000A59DA">
        <w:trPr>
          <w:trHeight w:val="2843"/>
        </w:trPr>
        <w:tc>
          <w:tcPr>
            <w:tcW w:w="4032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237A90" w14:textId="4C7CBAF5" w:rsidR="00C27F51" w:rsidRDefault="00741BBC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81D1EDF" wp14:editId="7D3626EA">
                  <wp:extent cx="2179782" cy="1222805"/>
                  <wp:effectExtent l="0" t="0" r="5080" b="0"/>
                  <wp:docPr id="872378237" name="Grafik 4" descr="Ein Bild, das Person, Kleidung, Menschliches Gesicht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378237" name="Grafik 4" descr="Ein Bild, das Person, Kleidung, Menschliches Gesicht, Im Haus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743" cy="1238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21B49D" w14:textId="5826B3D3" w:rsidR="00C27F51" w:rsidRPr="00C45CC0" w:rsidRDefault="00741BBC" w:rsidP="00400CDA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Das Deutsche Kinderhilfswerk e.V. und „KI macht Schule“</w:t>
            </w:r>
            <w:r w:rsidRPr="00741BBC">
              <w:rPr>
                <w:color w:val="002364"/>
                <w:sz w:val="20"/>
                <w:szCs w:val="20"/>
              </w:rPr>
              <w:t xml:space="preserve"> vermitteln </w:t>
            </w:r>
            <w:r>
              <w:rPr>
                <w:color w:val="002364"/>
                <w:sz w:val="20"/>
                <w:szCs w:val="20"/>
              </w:rPr>
              <w:t>Kindern</w:t>
            </w:r>
            <w:r w:rsidRPr="00741BBC">
              <w:rPr>
                <w:color w:val="002364"/>
                <w:sz w:val="20"/>
                <w:szCs w:val="20"/>
              </w:rPr>
              <w:t xml:space="preserve"> sowie pädagogischen Fachkräften einen verantwortungsvollen Umgang mit digitalen Medien und KI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61ABDC2" w14:textId="717A6798" w:rsidR="00C27F51" w:rsidRPr="00104446" w:rsidRDefault="00C40DFB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©</w:t>
            </w:r>
            <w:r w:rsidR="00FF5E32">
              <w:rPr>
                <w:color w:val="002364"/>
                <w:sz w:val="20"/>
                <w:szCs w:val="20"/>
              </w:rPr>
              <w:t>Deutsches Kinderhilfswerk e.V.</w:t>
            </w:r>
            <w:r w:rsidR="00E21DAD">
              <w:rPr>
                <w:color w:val="002364"/>
                <w:sz w:val="20"/>
                <w:szCs w:val="20"/>
              </w:rPr>
              <w:t xml:space="preserve"> </w:t>
            </w:r>
          </w:p>
        </w:tc>
      </w:tr>
      <w:tr w:rsidR="00741BBC" w14:paraId="4F05E444" w14:textId="77777777" w:rsidTr="000A59DA">
        <w:trPr>
          <w:trHeight w:val="2973"/>
        </w:trPr>
        <w:tc>
          <w:tcPr>
            <w:tcW w:w="4032" w:type="dxa"/>
            <w:tcBorders>
              <w:top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vAlign w:val="center"/>
          </w:tcPr>
          <w:p w14:paraId="4B313523" w14:textId="023339EC" w:rsidR="00C27F51" w:rsidRDefault="00741BBC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241CC35" wp14:editId="64A3DBDA">
                  <wp:extent cx="2226469" cy="1653309"/>
                  <wp:effectExtent l="0" t="0" r="0" b="0"/>
                  <wp:docPr id="1574799418" name="Grafik 5" descr="Ein Bild, das Kleidung, Person, Wand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799418" name="Grafik 5" descr="Ein Bild, das Kleidung, Person, Wand, Im Haus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511" cy="1662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vAlign w:val="center"/>
          </w:tcPr>
          <w:p w14:paraId="1E69EBC5" w14:textId="6B75FD18" w:rsidR="000A59DA" w:rsidRPr="00107C80" w:rsidRDefault="00741BBC" w:rsidP="000A59DA">
            <w:pPr>
              <w:rPr>
                <w:b/>
              </w:rPr>
            </w:pPr>
            <w:r>
              <w:rPr>
                <w:color w:val="002364"/>
                <w:sz w:val="20"/>
                <w:szCs w:val="20"/>
              </w:rPr>
              <w:t>KI im Klassenzimmer: Die Initiative „KI macht Schule“ bildet junge</w:t>
            </w:r>
            <w:r w:rsidRPr="00741BBC">
              <w:rPr>
                <w:color w:val="002364"/>
                <w:sz w:val="20"/>
                <w:szCs w:val="20"/>
              </w:rPr>
              <w:t xml:space="preserve"> Menschen in technischen, wissenschaftlichen und ethisch-sozialen Aspekten von KI</w:t>
            </w:r>
            <w:r>
              <w:rPr>
                <w:color w:val="002364"/>
                <w:sz w:val="20"/>
                <w:szCs w:val="20"/>
              </w:rPr>
              <w:t xml:space="preserve"> aus.</w:t>
            </w:r>
          </w:p>
          <w:p w14:paraId="60869D83" w14:textId="77777777" w:rsidR="000A59DA" w:rsidRPr="00107C80" w:rsidRDefault="000A59DA" w:rsidP="000A59DA">
            <w:pPr>
              <w:rPr>
                <w:b/>
              </w:rPr>
            </w:pPr>
          </w:p>
          <w:p w14:paraId="39D050B7" w14:textId="2755863B" w:rsidR="00C27F51" w:rsidRPr="00400CDA" w:rsidRDefault="00C27F51" w:rsidP="00400CDA">
            <w:pPr>
              <w:rPr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7B53D86" w14:textId="7FE51C3D" w:rsidR="00C27F51" w:rsidRPr="00104446" w:rsidRDefault="00C40DFB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©</w:t>
            </w:r>
            <w:r w:rsidR="00731F86">
              <w:rPr>
                <w:color w:val="002364"/>
                <w:sz w:val="20"/>
                <w:szCs w:val="20"/>
              </w:rPr>
              <w:t>KI macht Schule</w:t>
            </w:r>
          </w:p>
        </w:tc>
      </w:tr>
      <w:tr w:rsidR="00741BBC" w14:paraId="44D08953" w14:textId="77777777" w:rsidTr="000A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03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8838DD6" w14:textId="483E148A" w:rsidR="000A59DA" w:rsidRDefault="00F0021E" w:rsidP="00EE5BB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0A6CA8D" wp14:editId="09F20A4B">
                  <wp:extent cx="2229311" cy="1496291"/>
                  <wp:effectExtent l="0" t="0" r="6350" b="2540"/>
                  <wp:docPr id="1566944009" name="Grafik 6" descr="Ein Bild, das Person, Kleidung, Im Haus, compute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944009" name="Grafik 6" descr="Ein Bild, das Person, Kleidung, Im Haus, computer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365" cy="151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09E4FB26" w14:textId="4ADFE21B" w:rsidR="000A59DA" w:rsidRPr="00400CDA" w:rsidRDefault="00F0021E" w:rsidP="00EE5BB7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Wichtiges </w:t>
            </w:r>
            <w:proofErr w:type="spellStart"/>
            <w:r>
              <w:rPr>
                <w:color w:val="002364"/>
                <w:sz w:val="20"/>
                <w:szCs w:val="20"/>
              </w:rPr>
              <w:t>Know-How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für Klein und Groß: Mit seiner Spende fördert GEZE praxisorientierte Wissensvermittlung im zukunftsträchtigen Bereich KI und digitale Medien.</w:t>
            </w:r>
          </w:p>
        </w:tc>
        <w:tc>
          <w:tcPr>
            <w:tcW w:w="184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3083A152" w14:textId="1398BB53" w:rsidR="000A59DA" w:rsidRPr="00104446" w:rsidRDefault="000A59DA" w:rsidP="00EE5BB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  <w:tr w:rsidR="00741BBC" w14:paraId="202517EF" w14:textId="77777777" w:rsidTr="000A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973"/>
        </w:trPr>
        <w:tc>
          <w:tcPr>
            <w:tcW w:w="4032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ABBB7B0" w14:textId="56F81865" w:rsidR="000A59DA" w:rsidRDefault="000A59DA" w:rsidP="00EE5BB7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E829562" w14:textId="06CCBB0E" w:rsidR="000A59DA" w:rsidRPr="00E21DAD" w:rsidRDefault="000A59DA" w:rsidP="00EE5BB7">
            <w:pPr>
              <w:rPr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2A99E27" w14:textId="7730ABD3" w:rsidR="000A59DA" w:rsidRPr="00104446" w:rsidRDefault="000A59DA" w:rsidP="00EE5BB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14:paraId="4F70A334" w14:textId="77777777" w:rsidR="008F511E" w:rsidRPr="00F0021E" w:rsidRDefault="008F511E" w:rsidP="00095819"/>
    <w:p w14:paraId="6B47321B" w14:textId="77777777" w:rsidR="00263078" w:rsidRPr="00F0021E" w:rsidRDefault="00263078" w:rsidP="00095819"/>
    <w:p w14:paraId="0D13EE17" w14:textId="77777777" w:rsidR="00263078" w:rsidRPr="00F0021E" w:rsidRDefault="00263078" w:rsidP="00095819"/>
    <w:sectPr w:rsidR="00263078" w:rsidRPr="00F0021E" w:rsidSect="00AF468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72BA" w14:textId="77777777" w:rsidR="005846ED" w:rsidRDefault="005846ED" w:rsidP="008D6134">
      <w:pPr>
        <w:spacing w:line="240" w:lineRule="auto"/>
      </w:pPr>
      <w:r>
        <w:separator/>
      </w:r>
    </w:p>
  </w:endnote>
  <w:endnote w:type="continuationSeparator" w:id="0">
    <w:p w14:paraId="51BCB9F4" w14:textId="77777777" w:rsidR="005846ED" w:rsidRDefault="005846E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5A7F" w14:textId="77777777" w:rsidR="005846ED" w:rsidRDefault="005846ED" w:rsidP="008D6134">
      <w:pPr>
        <w:spacing w:line="240" w:lineRule="auto"/>
      </w:pPr>
      <w:r>
        <w:separator/>
      </w:r>
    </w:p>
  </w:footnote>
  <w:footnote w:type="continuationSeparator" w:id="0">
    <w:p w14:paraId="4983AD6C" w14:textId="77777777" w:rsidR="005846ED" w:rsidRDefault="005846E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27798" w14:paraId="425AB63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043C14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A3B961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D0CF1EE" w14:textId="79532281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255E9" w:rsidRPr="008B572B">
            <w:t>Presse</w:t>
          </w:r>
          <w:r>
            <w:fldChar w:fldCharType="end"/>
          </w:r>
          <w:r w:rsidR="00695278">
            <w:t>fotos</w:t>
          </w:r>
        </w:p>
        <w:p w14:paraId="64AA0981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27A2504" w14:textId="77777777" w:rsidTr="00B556B7">
      <w:trPr>
        <w:trHeight w:hRule="exact" w:val="215"/>
      </w:trPr>
      <w:tc>
        <w:tcPr>
          <w:tcW w:w="7359" w:type="dxa"/>
        </w:tcPr>
        <w:p w14:paraId="0AF9F6B5" w14:textId="1B4823A3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2-0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B13C0">
                <w:t>04.12.2025</w:t>
              </w:r>
            </w:sdtContent>
          </w:sdt>
        </w:p>
      </w:tc>
    </w:tr>
  </w:tbl>
  <w:p w14:paraId="12EAEB3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94D570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9E0EC73" wp14:editId="44DC01F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C1BB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27798" w14:paraId="1B326DD5" w14:textId="77777777" w:rsidTr="005A529F">
      <w:trPr>
        <w:trHeight w:hRule="exact" w:val="198"/>
      </w:trPr>
      <w:tc>
        <w:tcPr>
          <w:tcW w:w="7371" w:type="dxa"/>
        </w:tcPr>
        <w:p w14:paraId="2CA042E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CA317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8AC51C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8D934FE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74378A8" wp14:editId="0278936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6BBD678" wp14:editId="4F1FA3B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B53D9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BD7B5F0" wp14:editId="6D6B7C9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E4E0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E9"/>
    <w:rsid w:val="0001564F"/>
    <w:rsid w:val="00025DF7"/>
    <w:rsid w:val="00043C70"/>
    <w:rsid w:val="0005443A"/>
    <w:rsid w:val="00055891"/>
    <w:rsid w:val="00062822"/>
    <w:rsid w:val="0008169D"/>
    <w:rsid w:val="00094A49"/>
    <w:rsid w:val="00095819"/>
    <w:rsid w:val="000A3263"/>
    <w:rsid w:val="000A59DA"/>
    <w:rsid w:val="000B02C6"/>
    <w:rsid w:val="000F7F44"/>
    <w:rsid w:val="00104446"/>
    <w:rsid w:val="00110BB8"/>
    <w:rsid w:val="00113091"/>
    <w:rsid w:val="001261D2"/>
    <w:rsid w:val="00126C06"/>
    <w:rsid w:val="00131D40"/>
    <w:rsid w:val="001673EE"/>
    <w:rsid w:val="001908D8"/>
    <w:rsid w:val="001D1CA2"/>
    <w:rsid w:val="001E31AC"/>
    <w:rsid w:val="001F462D"/>
    <w:rsid w:val="00241027"/>
    <w:rsid w:val="002627A3"/>
    <w:rsid w:val="00263078"/>
    <w:rsid w:val="0029275C"/>
    <w:rsid w:val="0029378C"/>
    <w:rsid w:val="00295C6C"/>
    <w:rsid w:val="002A2B85"/>
    <w:rsid w:val="002D4EAE"/>
    <w:rsid w:val="003023FF"/>
    <w:rsid w:val="00302AAA"/>
    <w:rsid w:val="00317D72"/>
    <w:rsid w:val="00325429"/>
    <w:rsid w:val="00353CC7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00CDA"/>
    <w:rsid w:val="00420C17"/>
    <w:rsid w:val="00423060"/>
    <w:rsid w:val="004255E9"/>
    <w:rsid w:val="0045137E"/>
    <w:rsid w:val="00454337"/>
    <w:rsid w:val="004634D0"/>
    <w:rsid w:val="004653A5"/>
    <w:rsid w:val="00466076"/>
    <w:rsid w:val="00467E57"/>
    <w:rsid w:val="004A0664"/>
    <w:rsid w:val="004E1AAA"/>
    <w:rsid w:val="004E70F5"/>
    <w:rsid w:val="004F0126"/>
    <w:rsid w:val="00501A06"/>
    <w:rsid w:val="005109A7"/>
    <w:rsid w:val="00512C05"/>
    <w:rsid w:val="00516727"/>
    <w:rsid w:val="00525290"/>
    <w:rsid w:val="0052628E"/>
    <w:rsid w:val="0053157C"/>
    <w:rsid w:val="00546F76"/>
    <w:rsid w:val="00551265"/>
    <w:rsid w:val="00575AEF"/>
    <w:rsid w:val="005846ED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6B13C0"/>
    <w:rsid w:val="006B4FC6"/>
    <w:rsid w:val="00731F86"/>
    <w:rsid w:val="00735AF8"/>
    <w:rsid w:val="00741BBC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5DFD"/>
    <w:rsid w:val="007E700E"/>
    <w:rsid w:val="007F0435"/>
    <w:rsid w:val="00804393"/>
    <w:rsid w:val="00846FEA"/>
    <w:rsid w:val="008510DC"/>
    <w:rsid w:val="00862803"/>
    <w:rsid w:val="00863B08"/>
    <w:rsid w:val="008811CC"/>
    <w:rsid w:val="008A2F5C"/>
    <w:rsid w:val="008B572B"/>
    <w:rsid w:val="008B5ABA"/>
    <w:rsid w:val="008B7A1C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E7EDE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05BF"/>
    <w:rsid w:val="00B06CCE"/>
    <w:rsid w:val="00B22183"/>
    <w:rsid w:val="00B223C4"/>
    <w:rsid w:val="00B542C6"/>
    <w:rsid w:val="00B54D7B"/>
    <w:rsid w:val="00B556B7"/>
    <w:rsid w:val="00B56991"/>
    <w:rsid w:val="00BD0F82"/>
    <w:rsid w:val="00BE65C4"/>
    <w:rsid w:val="00C12842"/>
    <w:rsid w:val="00C222D9"/>
    <w:rsid w:val="00C27F51"/>
    <w:rsid w:val="00C3654A"/>
    <w:rsid w:val="00C405F5"/>
    <w:rsid w:val="00C40DFB"/>
    <w:rsid w:val="00C4274B"/>
    <w:rsid w:val="00C45CC0"/>
    <w:rsid w:val="00C46823"/>
    <w:rsid w:val="00C65692"/>
    <w:rsid w:val="00CB7D5F"/>
    <w:rsid w:val="00D21E65"/>
    <w:rsid w:val="00D263AB"/>
    <w:rsid w:val="00D27798"/>
    <w:rsid w:val="00D3660E"/>
    <w:rsid w:val="00D5446F"/>
    <w:rsid w:val="00D75353"/>
    <w:rsid w:val="00D827D0"/>
    <w:rsid w:val="00DA6046"/>
    <w:rsid w:val="00DB4BE6"/>
    <w:rsid w:val="00DC7D49"/>
    <w:rsid w:val="00DE1ED3"/>
    <w:rsid w:val="00DE63FD"/>
    <w:rsid w:val="00DF5BD4"/>
    <w:rsid w:val="00DF67D1"/>
    <w:rsid w:val="00E10257"/>
    <w:rsid w:val="00E1341D"/>
    <w:rsid w:val="00E21DAD"/>
    <w:rsid w:val="00E2393F"/>
    <w:rsid w:val="00E308E8"/>
    <w:rsid w:val="00E6154D"/>
    <w:rsid w:val="00E7335D"/>
    <w:rsid w:val="00E80AAE"/>
    <w:rsid w:val="00E84589"/>
    <w:rsid w:val="00ED0856"/>
    <w:rsid w:val="00ED7FD4"/>
    <w:rsid w:val="00F0021E"/>
    <w:rsid w:val="00F15040"/>
    <w:rsid w:val="00F46B41"/>
    <w:rsid w:val="00F56AEC"/>
    <w:rsid w:val="00F96F22"/>
    <w:rsid w:val="00FD0FC0"/>
    <w:rsid w:val="00FD4D3A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812A5"/>
  <w15:docId w15:val="{F333AC1F-E551-F749-A768-B3CB64E7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StandardWeb">
    <w:name w:val="Normal (Web)"/>
    <w:basedOn w:val="Standard"/>
    <w:uiPriority w:val="99"/>
    <w:semiHidden/>
    <w:unhideWhenUsed/>
    <w:rsid w:val="00C2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C2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7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66B9F992AB6E4F96D49C25C22C2E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5BBE1D-5C27-0144-8919-0955077EAD3A}"/>
      </w:docPartPr>
      <w:docPartBody>
        <w:p w:rsidR="00717BB3" w:rsidRDefault="00000000">
          <w:pPr>
            <w:pStyle w:val="8466B9F992AB6E4F96D49C25C22C2E2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B0"/>
    <w:rsid w:val="000C1B17"/>
    <w:rsid w:val="000E43B1"/>
    <w:rsid w:val="0029275C"/>
    <w:rsid w:val="00302AAA"/>
    <w:rsid w:val="00382F99"/>
    <w:rsid w:val="004634D0"/>
    <w:rsid w:val="004653A5"/>
    <w:rsid w:val="006B126D"/>
    <w:rsid w:val="00717BB3"/>
    <w:rsid w:val="007400E2"/>
    <w:rsid w:val="007C54DB"/>
    <w:rsid w:val="009F78B0"/>
    <w:rsid w:val="00B54057"/>
    <w:rsid w:val="00BD4D70"/>
    <w:rsid w:val="00D32C63"/>
    <w:rsid w:val="00D954A7"/>
    <w:rsid w:val="00DE63FD"/>
    <w:rsid w:val="00E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466B9F992AB6E4F96D49C25C22C2E23">
    <w:name w:val="8466B9F992AB6E4F96D49C25C22C2E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2025-12-04T00:00:00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(1).dotx</Template>
  <TotalTime>0</TotalTime>
  <Pages>2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2025-12-04T08:45:00Z</dcterms:created>
  <dcterms:modified xsi:type="dcterms:W3CDTF">2025-12-04T08:45:00Z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