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78757665" w14:textId="77777777" w:rsidTr="00546F76">
        <w:trPr>
          <w:trHeight w:val="284"/>
        </w:trPr>
        <w:tc>
          <w:tcPr>
            <w:tcW w:w="7359" w:type="dxa"/>
            <w:tcMar>
              <w:top w:w="11" w:type="dxa"/>
              <w:bottom w:w="0" w:type="dxa"/>
            </w:tcMar>
          </w:tcPr>
          <w:p w14:paraId="5DC20CE4" w14:textId="60BAD050"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4613297DA0CC1B43B7E78CB9727D7C4E"/>
                </w:placeholder>
                <w:dataBinding w:prefixMappings="xmlns:ns0='http://schemas.microsoft.com/office/2006/coverPageProps' " w:xpath="/ns0:CoverPageProperties[1]/ns0:PublishDate[1]" w:storeItemID="{55AF091B-3C7A-41E3-B477-F2FDAA23CFDA}"/>
                <w:date w:fullDate="2025-05-14T00:00:00Z">
                  <w:dateFormat w:val="d. MMMM yyyy"/>
                  <w:lid w:val="de-DE"/>
                  <w:storeMappedDataAs w:val="dateTime"/>
                  <w:calendar w:val="gregorian"/>
                </w:date>
              </w:sdtPr>
              <w:sdtContent>
                <w:r w:rsidR="008F14BB">
                  <w:rPr>
                    <w:rStyle w:val="Dokumentdatum"/>
                  </w:rPr>
                  <w:t>14. Mai 2025</w:t>
                </w:r>
              </w:sdtContent>
            </w:sdt>
          </w:p>
        </w:tc>
      </w:tr>
      <w:tr w:rsidR="00484F7A" w:rsidRPr="004C3E3C" w14:paraId="74B4A66D" w14:textId="77777777" w:rsidTr="00752C8E">
        <w:trPr>
          <w:trHeight w:hRule="exact" w:val="1616"/>
        </w:trPr>
        <w:tc>
          <w:tcPr>
            <w:tcW w:w="7359" w:type="dxa"/>
            <w:tcMar>
              <w:top w:w="289" w:type="dxa"/>
              <w:bottom w:w="1083" w:type="dxa"/>
            </w:tcMar>
          </w:tcPr>
          <w:p w14:paraId="4EE39793" w14:textId="70421B22" w:rsidR="004C3E3C" w:rsidRPr="004C3E3C" w:rsidRDefault="00484F7A" w:rsidP="004C3E3C">
            <w:pPr>
              <w:pStyle w:val="Betreff"/>
              <w:rPr>
                <w:rFonts w:eastAsia="Arial" w:cs="Arial"/>
                <w:sz w:val="36"/>
                <w:szCs w:val="36"/>
              </w:rPr>
            </w:pPr>
            <w:proofErr w:type="spellStart"/>
            <w:r w:rsidRPr="004C3E3C">
              <w:rPr>
                <w:rFonts w:eastAsia="Arial" w:cs="Arial"/>
                <w:sz w:val="36"/>
                <w:szCs w:val="36"/>
              </w:rPr>
              <w:t>FeuerTrutz</w:t>
            </w:r>
            <w:proofErr w:type="spellEnd"/>
            <w:r w:rsidRPr="004C3E3C">
              <w:rPr>
                <w:rFonts w:eastAsia="Arial" w:cs="Arial"/>
                <w:sz w:val="36"/>
                <w:szCs w:val="36"/>
              </w:rPr>
              <w:t xml:space="preserve"> 202</w:t>
            </w:r>
            <w:r w:rsidR="00303FA7" w:rsidRPr="004C3E3C">
              <w:rPr>
                <w:rFonts w:eastAsia="Arial" w:cs="Arial"/>
                <w:sz w:val="36"/>
                <w:szCs w:val="36"/>
              </w:rPr>
              <w:t>5</w:t>
            </w:r>
            <w:r w:rsidRPr="004C3E3C">
              <w:rPr>
                <w:rFonts w:eastAsia="Arial" w:cs="Arial"/>
                <w:sz w:val="36"/>
                <w:szCs w:val="36"/>
              </w:rPr>
              <w:t xml:space="preserve">: </w:t>
            </w:r>
            <w:r w:rsidR="00CA2E24">
              <w:rPr>
                <w:rFonts w:eastAsia="Arial" w:cs="Arial"/>
                <w:sz w:val="36"/>
                <w:szCs w:val="36"/>
              </w:rPr>
              <w:t xml:space="preserve">Komplettlösungen für </w:t>
            </w:r>
            <w:r w:rsidR="003D63BA">
              <w:rPr>
                <w:rFonts w:eastAsia="Arial" w:cs="Arial"/>
                <w:sz w:val="36"/>
                <w:szCs w:val="36"/>
              </w:rPr>
              <w:t xml:space="preserve">RWA und </w:t>
            </w:r>
            <w:r w:rsidR="00BD34E1">
              <w:rPr>
                <w:rFonts w:eastAsia="Arial" w:cs="Arial"/>
                <w:sz w:val="36"/>
                <w:szCs w:val="36"/>
              </w:rPr>
              <w:t>RWS</w:t>
            </w:r>
            <w:r w:rsidR="003D63BA">
              <w:rPr>
                <w:rFonts w:eastAsia="Arial" w:cs="Arial"/>
                <w:sz w:val="36"/>
                <w:szCs w:val="36"/>
              </w:rPr>
              <w:t xml:space="preserve"> </w:t>
            </w:r>
            <w:r w:rsidR="00FD0DDF">
              <w:rPr>
                <w:rFonts w:eastAsia="Arial" w:cs="Arial"/>
                <w:sz w:val="36"/>
                <w:szCs w:val="36"/>
              </w:rPr>
              <w:t>von GEZE</w:t>
            </w:r>
          </w:p>
          <w:p w14:paraId="4D4BEC4A" w14:textId="0C3AB62D" w:rsidR="00484F7A" w:rsidRPr="004C3E3C" w:rsidRDefault="00484F7A" w:rsidP="00484F7A">
            <w:pPr>
              <w:pStyle w:val="Betreff"/>
              <w:rPr>
                <w:sz w:val="36"/>
                <w:szCs w:val="36"/>
              </w:rPr>
            </w:pPr>
          </w:p>
        </w:tc>
      </w:tr>
    </w:tbl>
    <w:p w14:paraId="5C284FDE" w14:textId="0FC35E2E" w:rsidR="00303AF6" w:rsidRDefault="00484F7A" w:rsidP="00484F7A">
      <w:pPr>
        <w:pStyle w:val="berschrift1"/>
        <w:rPr>
          <w:lang w:val="de-DE"/>
        </w:rPr>
      </w:pPr>
      <w:r w:rsidRPr="00FD0DDF">
        <w:rPr>
          <w:lang w:val="de-DE"/>
        </w:rPr>
        <w:t xml:space="preserve">GEZE </w:t>
      </w:r>
      <w:r w:rsidR="00303AF6" w:rsidRPr="00FD0DDF">
        <w:rPr>
          <w:lang w:val="de-DE"/>
        </w:rPr>
        <w:t xml:space="preserve">präsentiert auf </w:t>
      </w:r>
      <w:r w:rsidRPr="00FD0DDF">
        <w:rPr>
          <w:lang w:val="de-DE"/>
        </w:rPr>
        <w:t xml:space="preserve">der internationalen Fachmesse für vorbeugenden Brandschutz </w:t>
      </w:r>
      <w:proofErr w:type="spellStart"/>
      <w:r w:rsidRPr="00FD0DDF">
        <w:rPr>
          <w:lang w:val="de-DE"/>
        </w:rPr>
        <w:t>FeuerTrutz</w:t>
      </w:r>
      <w:proofErr w:type="spellEnd"/>
      <w:r w:rsidRPr="00FD0DDF">
        <w:rPr>
          <w:lang w:val="de-DE"/>
        </w:rPr>
        <w:t xml:space="preserve"> </w:t>
      </w:r>
      <w:r w:rsidR="00303AF6" w:rsidRPr="00FD0DDF">
        <w:rPr>
          <w:lang w:val="de-DE"/>
        </w:rPr>
        <w:t xml:space="preserve">als erster Anbieter am Markt </w:t>
      </w:r>
      <w:r w:rsidR="00303AF6" w:rsidRPr="00FD0DDF">
        <w:rPr>
          <w:bCs/>
          <w:lang w:val="de-DE"/>
        </w:rPr>
        <w:t>ein komplettes RW</w:t>
      </w:r>
      <w:r w:rsidR="00741126">
        <w:rPr>
          <w:bCs/>
          <w:lang w:val="de-DE"/>
        </w:rPr>
        <w:t>A</w:t>
      </w:r>
      <w:r w:rsidR="00303AF6" w:rsidRPr="00FD0DDF">
        <w:rPr>
          <w:bCs/>
          <w:lang w:val="de-DE"/>
        </w:rPr>
        <w:t xml:space="preserve"> </w:t>
      </w:r>
      <w:proofErr w:type="spellStart"/>
      <w:r w:rsidR="00303AF6" w:rsidRPr="00FD0DDF">
        <w:rPr>
          <w:bCs/>
          <w:lang w:val="de-DE"/>
        </w:rPr>
        <w:t>Zuluftsystem</w:t>
      </w:r>
      <w:proofErr w:type="spellEnd"/>
      <w:r w:rsidR="00303AF6" w:rsidRPr="00FD0DDF">
        <w:rPr>
          <w:bCs/>
          <w:lang w:val="de-DE"/>
        </w:rPr>
        <w:t xml:space="preserve"> als Gesamtlösung aus einer Hand.</w:t>
      </w:r>
      <w:r w:rsidR="001B7EB1" w:rsidRPr="00FD0DDF">
        <w:rPr>
          <w:bCs/>
          <w:lang w:val="de-DE"/>
        </w:rPr>
        <w:t xml:space="preserve"> Besucher können sich am </w:t>
      </w:r>
      <w:r w:rsidR="00FD0DDF" w:rsidRPr="00FD0DDF">
        <w:rPr>
          <w:bCs/>
          <w:lang w:val="de-DE"/>
        </w:rPr>
        <w:t xml:space="preserve">Stand: 4-339 (Halle 4.0) </w:t>
      </w:r>
      <w:r w:rsidR="001B7EB1" w:rsidRPr="00FD0DDF">
        <w:rPr>
          <w:bCs/>
          <w:lang w:val="de-DE"/>
        </w:rPr>
        <w:t xml:space="preserve">außerdem </w:t>
      </w:r>
      <w:r w:rsidR="003D63BA">
        <w:rPr>
          <w:bCs/>
          <w:lang w:val="de-DE"/>
        </w:rPr>
        <w:t xml:space="preserve">davon überzeugen, wie GEZE durch Vernetzung die Überwachung und Steuerung von Flucht- und Rettungswegen im Gebäudemanagementsystem ermöglicht. </w:t>
      </w:r>
      <w:r w:rsidR="00FC50E4" w:rsidRPr="00FD0DDF">
        <w:rPr>
          <w:bCs/>
          <w:lang w:val="de-DE"/>
        </w:rPr>
        <w:t xml:space="preserve">Die Messe findet vom </w:t>
      </w:r>
      <w:r w:rsidR="00FD0DDF" w:rsidRPr="000F5D18">
        <w:rPr>
          <w:bCs/>
          <w:lang w:val="de-DE"/>
        </w:rPr>
        <w:t>25</w:t>
      </w:r>
      <w:r w:rsidR="00FC50E4" w:rsidRPr="000F5D18">
        <w:rPr>
          <w:bCs/>
          <w:lang w:val="de-DE"/>
        </w:rPr>
        <w:t xml:space="preserve">. bis </w:t>
      </w:r>
      <w:r w:rsidR="00FD0DDF" w:rsidRPr="000F5D18">
        <w:rPr>
          <w:bCs/>
          <w:lang w:val="de-DE"/>
        </w:rPr>
        <w:t>26</w:t>
      </w:r>
      <w:r w:rsidR="00FC50E4" w:rsidRPr="000F5D18">
        <w:rPr>
          <w:bCs/>
          <w:lang w:val="de-DE"/>
        </w:rPr>
        <w:t xml:space="preserve">. </w:t>
      </w:r>
      <w:r w:rsidR="00FD0DDF" w:rsidRPr="00FD0DDF">
        <w:rPr>
          <w:bCs/>
          <w:lang w:val="de-DE"/>
        </w:rPr>
        <w:t xml:space="preserve">Juni </w:t>
      </w:r>
      <w:r w:rsidR="00FC50E4" w:rsidRPr="00FD0DDF">
        <w:rPr>
          <w:bCs/>
          <w:lang w:val="de-DE"/>
        </w:rPr>
        <w:t>in Nürnberg statt.</w:t>
      </w:r>
    </w:p>
    <w:p w14:paraId="1B8CFCDC" w14:textId="77777777" w:rsidR="00484F7A" w:rsidRDefault="00484F7A" w:rsidP="00484F7A"/>
    <w:p w14:paraId="1659720B" w14:textId="67573062" w:rsidR="00FD0DDF" w:rsidRPr="00FD0DDF" w:rsidRDefault="003D63BA" w:rsidP="00FD0DDF">
      <w:r w:rsidRPr="00FD0DDF">
        <w:t>RW</w:t>
      </w:r>
      <w:r>
        <w:t>A</w:t>
      </w:r>
      <w:r w:rsidR="00FD0DDF" w:rsidRPr="00FD0DDF">
        <w:t>-</w:t>
      </w:r>
      <w:proofErr w:type="spellStart"/>
      <w:r w:rsidR="00FD0DDF" w:rsidRPr="00FD0DDF">
        <w:t>Zulufttüren</w:t>
      </w:r>
      <w:proofErr w:type="spellEnd"/>
      <w:r w:rsidR="00FD0DDF" w:rsidRPr="00FD0DDF">
        <w:t xml:space="preserve"> müssen im Alltag barrierefreien Zugang ermöglichen oder unbefugten Zutritt verhindern – und im Brandfall schnell </w:t>
      </w:r>
      <w:r w:rsidR="008F14BB">
        <w:t>öffnen,</w:t>
      </w:r>
      <w:r w:rsidR="008D4B68">
        <w:t xml:space="preserve"> um Frischluft zuzuführen und Rauch abzuführen</w:t>
      </w:r>
      <w:r w:rsidR="00FD0DDF" w:rsidRPr="00FD0DDF">
        <w:t xml:space="preserve">. Dafür ist eine </w:t>
      </w:r>
      <w:r w:rsidR="00BA7E86">
        <w:t>intelligente Steuerung</w:t>
      </w:r>
      <w:r w:rsidR="00FD0DDF" w:rsidRPr="00FD0DDF">
        <w:t xml:space="preserve"> aller Komponenten </w:t>
      </w:r>
      <w:r w:rsidR="00BA7E86">
        <w:t>über eine</w:t>
      </w:r>
      <w:r w:rsidR="00FD0DDF" w:rsidRPr="00FD0DDF">
        <w:t xml:space="preserve"> RWA-Zentrale essenziell.</w:t>
      </w:r>
      <w:r w:rsidR="00BA7E86">
        <w:t xml:space="preserve"> Für eine einfache und sichere Verkabelung der Komponenten sorgt die neue </w:t>
      </w:r>
      <w:r w:rsidR="00BA7E86" w:rsidRPr="00FD0DDF">
        <w:t>Motorschloss-Zusatzsteuerung GC Lock Control SHEV.</w:t>
      </w:r>
      <w:r w:rsidR="00FD0DDF" w:rsidRPr="00FD0DDF">
        <w:t xml:space="preserve"> </w:t>
      </w:r>
    </w:p>
    <w:p w14:paraId="4F6CCDFF" w14:textId="77777777" w:rsidR="00FF0867" w:rsidRDefault="00FF0867" w:rsidP="00FC50E4"/>
    <w:p w14:paraId="3900D6E3" w14:textId="75B75A57" w:rsidR="004C3E3C" w:rsidRPr="004C3E3C" w:rsidRDefault="004C3E3C" w:rsidP="00FC50E4">
      <w:pPr>
        <w:rPr>
          <w:b/>
          <w:bCs/>
        </w:rPr>
      </w:pPr>
      <w:r w:rsidRPr="004C3E3C">
        <w:rPr>
          <w:b/>
          <w:bCs/>
        </w:rPr>
        <w:t>GC Lock Control SHEV</w:t>
      </w:r>
    </w:p>
    <w:p w14:paraId="4E0535FB" w14:textId="16E81ECC" w:rsidR="00FC50E4" w:rsidRDefault="0085547D" w:rsidP="00EA3035">
      <w:r>
        <w:t>Die</w:t>
      </w:r>
      <w:r w:rsidRPr="004C3E3C">
        <w:t xml:space="preserve"> GC Lock Control SHEV </w:t>
      </w:r>
      <w:r>
        <w:t xml:space="preserve">ist </w:t>
      </w:r>
      <w:r w:rsidRPr="004C3E3C">
        <w:t>eine verlässliche Zusatzsteuerung, die alle Systembestandteile miteinander verbindet und die Realisierung verschiedener RWA-</w:t>
      </w:r>
      <w:proofErr w:type="spellStart"/>
      <w:r w:rsidRPr="004C3E3C">
        <w:t>Zuluftlösungen</w:t>
      </w:r>
      <w:proofErr w:type="spellEnd"/>
      <w:r w:rsidRPr="004C3E3C">
        <w:t xml:space="preserve"> an einer Tür ermöglicht. </w:t>
      </w:r>
      <w:r w:rsidR="00EA3035">
        <w:t>Die</w:t>
      </w:r>
      <w:r w:rsidR="00FC50E4">
        <w:t xml:space="preserve"> Verkabelung </w:t>
      </w:r>
      <w:r w:rsidR="00EA3035">
        <w:t xml:space="preserve">wird zudem </w:t>
      </w:r>
      <w:r w:rsidR="00FC50E4">
        <w:t xml:space="preserve">erheblich vereinfacht, da nur noch zwei Kabel von der </w:t>
      </w:r>
      <w:proofErr w:type="spellStart"/>
      <w:r w:rsidR="00FC50E4">
        <w:t>Zulufttür</w:t>
      </w:r>
      <w:proofErr w:type="spellEnd"/>
      <w:r w:rsidR="00FC50E4">
        <w:t xml:space="preserve"> zur RWA-Zentrale benötigt werden. An die Motorschloss-Zusatzsteuerung können </w:t>
      </w:r>
      <w:r w:rsidR="00BA7E86">
        <w:t xml:space="preserve">alle </w:t>
      </w:r>
      <w:r w:rsidR="00FC50E4">
        <w:t>handelsübliche</w:t>
      </w:r>
      <w:r w:rsidR="00EA3035">
        <w:t>n</w:t>
      </w:r>
      <w:r w:rsidR="00FC50E4">
        <w:t xml:space="preserve"> Motorschlösser angeschlossen werden. Das bedeutet, dass alle Komponenten eines RWA-Systems miteinander kombiniert werden können, auch wenn bereits Motorschlösser gesetzt sind.</w:t>
      </w:r>
      <w:r w:rsidR="00EA3035">
        <w:t xml:space="preserve"> </w:t>
      </w:r>
      <w:r w:rsidR="00EA3035" w:rsidRPr="004C3E3C">
        <w:t>Die innovative Zusatzsteuerung ist trotz komplexer Anforderungen einfach zu installieren und bietet hohe Flexibilität.</w:t>
      </w:r>
    </w:p>
    <w:p w14:paraId="2094E0B9" w14:textId="77777777" w:rsidR="00FC50E4" w:rsidRDefault="00FC50E4" w:rsidP="00484F7A"/>
    <w:p w14:paraId="510839C1" w14:textId="1611BF8F" w:rsidR="00E5200F" w:rsidRPr="00E5200F" w:rsidRDefault="00E5200F" w:rsidP="00484F7A">
      <w:pPr>
        <w:rPr>
          <w:b/>
          <w:bCs/>
        </w:rPr>
      </w:pPr>
      <w:r w:rsidRPr="00E5200F">
        <w:rPr>
          <w:b/>
          <w:bCs/>
        </w:rPr>
        <w:t>GEZE Powerturn Update</w:t>
      </w:r>
    </w:p>
    <w:p w14:paraId="03C6AFB6" w14:textId="39C4A791" w:rsidR="00F47E55" w:rsidRDefault="00BA7E86" w:rsidP="00F47E55">
      <w:r>
        <w:t>Teil eines RWA-</w:t>
      </w:r>
      <w:proofErr w:type="spellStart"/>
      <w:r>
        <w:t>Zu</w:t>
      </w:r>
      <w:r w:rsidR="006C0C73">
        <w:t>l</w:t>
      </w:r>
      <w:r>
        <w:t>uftsystems</w:t>
      </w:r>
      <w:proofErr w:type="spellEnd"/>
      <w:r>
        <w:t xml:space="preserve"> kann auch der</w:t>
      </w:r>
      <w:r w:rsidR="006C0C73">
        <w:t xml:space="preserve"> Drehtürantrieb</w:t>
      </w:r>
      <w:r>
        <w:t xml:space="preserve"> GEZE Powerturn </w:t>
      </w:r>
      <w:r w:rsidR="006C0C73">
        <w:t xml:space="preserve">F/R </w:t>
      </w:r>
      <w:r>
        <w:t xml:space="preserve">sein. </w:t>
      </w:r>
      <w:r w:rsidR="00397EC1">
        <w:t>Er</w:t>
      </w:r>
      <w:r w:rsidR="006C0C73">
        <w:t xml:space="preserve"> bietet h</w:t>
      </w:r>
      <w:r w:rsidR="00E5200F">
        <w:t xml:space="preserve">ohen Begehkomfort im Normalbetrieb und </w:t>
      </w:r>
      <w:r w:rsidR="00397EC1">
        <w:t>erfüllt</w:t>
      </w:r>
      <w:r w:rsidR="00E5200F">
        <w:t xml:space="preserve"> höchste</w:t>
      </w:r>
      <w:r w:rsidR="00397EC1">
        <w:t xml:space="preserve"> Anforderungen an Brandschutz und Barrierefreiheit</w:t>
      </w:r>
      <w:r w:rsidR="00E5200F">
        <w:t xml:space="preserve">: </w:t>
      </w:r>
      <w:r w:rsidR="002D1657">
        <w:t xml:space="preserve">Mit dem aktuellen </w:t>
      </w:r>
      <w:r w:rsidR="00FD0DDF">
        <w:t>Softwareupdate</w:t>
      </w:r>
      <w:r w:rsidR="002D1657">
        <w:t xml:space="preserve"> </w:t>
      </w:r>
      <w:r w:rsidR="00397EC1">
        <w:t>wurde</w:t>
      </w:r>
      <w:r w:rsidR="002D1657">
        <w:t xml:space="preserve"> der </w:t>
      </w:r>
      <w:r w:rsidR="002D1657">
        <w:lastRenderedPageBreak/>
        <w:t>Funktionsumfang des GEZE Powerturn F/R noch</w:t>
      </w:r>
      <w:r w:rsidR="00397EC1">
        <w:t>mals</w:t>
      </w:r>
      <w:r w:rsidR="002D1657">
        <w:t xml:space="preserve"> erweitert: </w:t>
      </w:r>
      <w:r w:rsidR="006C0C73">
        <w:t>Neben</w:t>
      </w:r>
      <w:r w:rsidR="00397EC1">
        <w:t xml:space="preserve"> der</w:t>
      </w:r>
      <w:r w:rsidR="006C0C73">
        <w:t xml:space="preserve"> Smart swing Funktion wurde das Produkt </w:t>
      </w:r>
      <w:r w:rsidR="00397EC1">
        <w:t>im Hinblick auf</w:t>
      </w:r>
      <w:r w:rsidR="006C0C73">
        <w:t xml:space="preserve"> Barrierefreiheit</w:t>
      </w:r>
      <w:r w:rsidR="00397EC1">
        <w:t xml:space="preserve"> weiter</w:t>
      </w:r>
      <w:r w:rsidR="006C0C73">
        <w:t xml:space="preserve"> optimiert. </w:t>
      </w:r>
      <w:r w:rsidR="00397EC1" w:rsidRPr="00397EC1">
        <w:t>So kann nun auf eine</w:t>
      </w:r>
      <w:r w:rsidR="00787B64">
        <w:t>n</w:t>
      </w:r>
      <w:r w:rsidR="00397EC1" w:rsidRPr="00397EC1">
        <w:t xml:space="preserve"> sichtbare</w:t>
      </w:r>
      <w:r w:rsidR="00787B64">
        <w:t>n</w:t>
      </w:r>
      <w:r w:rsidR="00397EC1" w:rsidRPr="00397EC1">
        <w:t xml:space="preserve"> Handauslösetaste</w:t>
      </w:r>
      <w:r w:rsidR="00787B64">
        <w:t>r</w:t>
      </w:r>
      <w:r w:rsidR="00397EC1" w:rsidRPr="00397EC1">
        <w:t xml:space="preserve"> verzichtet werden</w:t>
      </w:r>
      <w:r w:rsidR="006C0C73">
        <w:t xml:space="preserve">, die manuelle Begehung im </w:t>
      </w:r>
      <w:proofErr w:type="spellStart"/>
      <w:r w:rsidR="006C0C73">
        <w:t>Servo</w:t>
      </w:r>
      <w:proofErr w:type="spellEnd"/>
      <w:r w:rsidR="006C0C73">
        <w:t xml:space="preserve">-Betrieb wurde optimiert und </w:t>
      </w:r>
      <w:r w:rsidR="00397EC1">
        <w:t xml:space="preserve">ein </w:t>
      </w:r>
      <w:proofErr w:type="spellStart"/>
      <w:r w:rsidR="00397EC1">
        <w:t>Reset</w:t>
      </w:r>
      <w:proofErr w:type="spellEnd"/>
      <w:r w:rsidR="00397EC1">
        <w:t xml:space="preserve"> des Türzustandes nach einer (Fehl-)Auslösung ist intuitiv durch einfaches Öffnen der Tür möglich.</w:t>
      </w:r>
      <w:r w:rsidR="006C0C73">
        <w:t xml:space="preserve"> </w:t>
      </w:r>
      <w:r w:rsidR="002D1657">
        <w:t xml:space="preserve">Liegt die entsprechende Bauartgenehmigung vor, lässt sich die Tür </w:t>
      </w:r>
      <w:r w:rsidR="00397EC1">
        <w:t xml:space="preserve">zudem </w:t>
      </w:r>
      <w:r w:rsidR="002D1657">
        <w:t>auch für die barrierefreie Selbstrettung einrichte</w:t>
      </w:r>
      <w:r w:rsidR="00EC75EE">
        <w:t>n</w:t>
      </w:r>
      <w:r w:rsidR="002D1657">
        <w:t xml:space="preserve">. Die Tür öffnet sich </w:t>
      </w:r>
      <w:r w:rsidR="00EC75EE">
        <w:t xml:space="preserve">dann bei eindringendem Rauch noch einmal automatisch. </w:t>
      </w:r>
    </w:p>
    <w:p w14:paraId="01A189E4" w14:textId="62200939" w:rsidR="00484F7A" w:rsidRPr="00BB7758" w:rsidRDefault="00484F7A" w:rsidP="00484F7A">
      <w:pPr>
        <w:pStyle w:val="berschrift1"/>
        <w:rPr>
          <w:lang w:val="de-DE"/>
        </w:rPr>
      </w:pPr>
      <w:proofErr w:type="spellStart"/>
      <w:r w:rsidRPr="00BB7758">
        <w:rPr>
          <w:lang w:val="de-DE"/>
        </w:rPr>
        <w:t>myGEZE</w:t>
      </w:r>
      <w:proofErr w:type="spellEnd"/>
      <w:r w:rsidRPr="00BB7758">
        <w:rPr>
          <w:lang w:val="de-DE"/>
        </w:rPr>
        <w:t xml:space="preserve"> Control</w:t>
      </w:r>
      <w:r>
        <w:rPr>
          <w:lang w:val="de-DE"/>
        </w:rPr>
        <w:t xml:space="preserve"> + Visu</w:t>
      </w:r>
    </w:p>
    <w:p w14:paraId="57CBE380" w14:textId="70A40823" w:rsidR="008E3104" w:rsidRDefault="00397EC1" w:rsidP="006204EA">
      <w:r>
        <w:t xml:space="preserve">Besonders profitieren </w:t>
      </w:r>
      <w:r w:rsidR="008E3104">
        <w:t xml:space="preserve">Gebäude </w:t>
      </w:r>
      <w:r>
        <w:t xml:space="preserve">durch die Vernetzung dieser Lösungen im Gebäudemanagementsystem. </w:t>
      </w:r>
      <w:r w:rsidR="00EC75EE">
        <w:t>Automatisierte Tür- und Fensterlösungen</w:t>
      </w:r>
      <w:r w:rsidR="008E3104">
        <w:t>,</w:t>
      </w:r>
      <w:r w:rsidR="00EC75EE">
        <w:t xml:space="preserve"> wie die GEZE RW</w:t>
      </w:r>
      <w:r>
        <w:t>A</w:t>
      </w:r>
      <w:r w:rsidR="00EC75EE">
        <w:t>-</w:t>
      </w:r>
      <w:proofErr w:type="spellStart"/>
      <w:r w:rsidR="00EC75EE">
        <w:t>Zuluft</w:t>
      </w:r>
      <w:r w:rsidR="006204EA">
        <w:t>türsysteme</w:t>
      </w:r>
      <w:proofErr w:type="spellEnd"/>
      <w:r>
        <w:t xml:space="preserve"> oder R</w:t>
      </w:r>
      <w:r w:rsidR="00F65CDF">
        <w:t>ettungswegsystem (RWS)</w:t>
      </w:r>
      <w:r w:rsidR="008E3104">
        <w:t>,</w:t>
      </w:r>
      <w:r>
        <w:t xml:space="preserve"> </w:t>
      </w:r>
      <w:r w:rsidR="006204EA">
        <w:t xml:space="preserve">lassen sich über </w:t>
      </w:r>
      <w:proofErr w:type="spellStart"/>
      <w:r w:rsidR="006204EA">
        <w:t>myGEZE</w:t>
      </w:r>
      <w:proofErr w:type="spellEnd"/>
      <w:r w:rsidR="006204EA">
        <w:t xml:space="preserve"> Control</w:t>
      </w:r>
      <w:r>
        <w:t xml:space="preserve"> vernetzen</w:t>
      </w:r>
      <w:r w:rsidR="008E3104">
        <w:t xml:space="preserve">. Dank des </w:t>
      </w:r>
      <w:r w:rsidR="00484F7A">
        <w:t>offene</w:t>
      </w:r>
      <w:r w:rsidR="002C7370">
        <w:t>n</w:t>
      </w:r>
      <w:r w:rsidR="00484F7A">
        <w:t xml:space="preserve"> </w:t>
      </w:r>
      <w:proofErr w:type="spellStart"/>
      <w:r w:rsidR="00484F7A">
        <w:t>BACnet</w:t>
      </w:r>
      <w:proofErr w:type="spellEnd"/>
      <w:r w:rsidR="006204EA">
        <w:t>-Standard</w:t>
      </w:r>
      <w:r w:rsidR="008E3104">
        <w:t>s können sie</w:t>
      </w:r>
      <w:r w:rsidR="002C7370">
        <w:t xml:space="preserve"> in bestehende Gebäudeleittechnik integriert oder aber über das Gebäudemanagementsystem </w:t>
      </w:r>
      <w:proofErr w:type="spellStart"/>
      <w:r w:rsidR="002C7370">
        <w:t>myGEZE</w:t>
      </w:r>
      <w:proofErr w:type="spellEnd"/>
      <w:r w:rsidR="002C7370">
        <w:t xml:space="preserve"> Visu visualisiert</w:t>
      </w:r>
      <w:r w:rsidR="008E3104">
        <w:t>, überwacht</w:t>
      </w:r>
      <w:r w:rsidR="002C7370">
        <w:t xml:space="preserve"> und </w:t>
      </w:r>
      <w:r w:rsidR="008E3104">
        <w:t xml:space="preserve">gesteuert werden – </w:t>
      </w:r>
      <w:r w:rsidR="002C7370">
        <w:t>sowohl</w:t>
      </w:r>
      <w:r w:rsidR="008E3104">
        <w:t xml:space="preserve"> automatisch</w:t>
      </w:r>
      <w:r w:rsidR="002C7370">
        <w:t xml:space="preserve"> über vordefinierte Szenarien </w:t>
      </w:r>
      <w:r w:rsidR="008E3104">
        <w:t>als auch manuell. myGEZE Control erhöht die Sicherheit, optimiert die Betriebsabläufe – sowohl energetisch und prozessual – und steigert den Komfort im Gebäude</w:t>
      </w:r>
      <w:r w:rsidR="008F14BB">
        <w:t xml:space="preserve">. Zum Beispiel </w:t>
      </w:r>
      <w:r w:rsidR="008E3104">
        <w:t>durch intelligente Lüftungskonzepte mit RWA-Fenstern, die im Normalbetrieb sonst ungenutzt bleiben.</w:t>
      </w:r>
    </w:p>
    <w:p w14:paraId="2E973555" w14:textId="77777777" w:rsidR="00484F7A" w:rsidRDefault="00484F7A" w:rsidP="00484F7A"/>
    <w:p w14:paraId="0443F4D3" w14:textId="020EBEAE" w:rsidR="000F4195" w:rsidRPr="000F4195" w:rsidRDefault="000F4195" w:rsidP="000F4195">
      <w:pPr>
        <w:rPr>
          <w:b/>
          <w:bCs/>
        </w:rPr>
      </w:pPr>
      <w:r w:rsidRPr="000F4195">
        <w:rPr>
          <w:b/>
          <w:bCs/>
        </w:rPr>
        <w:t>Türschließer TS 7000</w:t>
      </w:r>
    </w:p>
    <w:p w14:paraId="3C5AE91B" w14:textId="7A45B6C4" w:rsidR="000F4195" w:rsidRPr="00F47E55" w:rsidRDefault="000734E9" w:rsidP="00D41D9B">
      <w:pPr>
        <w:rPr>
          <w:b/>
          <w:bCs/>
        </w:rPr>
      </w:pPr>
      <w:r>
        <w:t xml:space="preserve">Türschließer sind und bleiben ein zentraler Bestandteil für mehr Sicherheit. Ein besonderes Highlight auf der </w:t>
      </w:r>
      <w:proofErr w:type="spellStart"/>
      <w:r>
        <w:t>FeuerTrutz</w:t>
      </w:r>
      <w:proofErr w:type="spellEnd"/>
      <w:r>
        <w:t xml:space="preserve"> ist die Vorstellung der neuen </w:t>
      </w:r>
      <w:proofErr w:type="spellStart"/>
      <w:r>
        <w:t>Türschließergeneration</w:t>
      </w:r>
      <w:proofErr w:type="spellEnd"/>
      <w:r>
        <w:t xml:space="preserve"> TS 7000 von GEZE. </w:t>
      </w:r>
      <w:r w:rsidR="00D41D9B">
        <w:t xml:space="preserve">Die Anforderungen an den Funktionsumfang und Nutzungskomfort von Türen sind vor allem für Neubauten oder bei Modernisierungsprojekten enorm gestiegen: Mit dem TS 7000 bietet GEZE </w:t>
      </w:r>
      <w:r w:rsidR="000F4195" w:rsidRPr="00F47E55">
        <w:t xml:space="preserve">eine </w:t>
      </w:r>
      <w:r w:rsidR="00D41D9B">
        <w:t>technologisch innovative</w:t>
      </w:r>
      <w:r w:rsidR="000F4195" w:rsidRPr="00F47E55">
        <w:t xml:space="preserve"> Rundum-Sorglos-Lösung</w:t>
      </w:r>
      <w:r>
        <w:t>, die maximale Sicherheit</w:t>
      </w:r>
      <w:r w:rsidR="000F4195" w:rsidRPr="00F47E55">
        <w:t xml:space="preserve"> auch in anspruchsvollen Einbausituationen</w:t>
      </w:r>
      <w:r>
        <w:t xml:space="preserve"> gewährleistet</w:t>
      </w:r>
      <w:r w:rsidR="000F4195" w:rsidRPr="00F47E55">
        <w:t xml:space="preserve">. </w:t>
      </w:r>
      <w:r w:rsidR="00D41D9B" w:rsidRPr="00D41D9B">
        <w:t>So schließt d</w:t>
      </w:r>
      <w:r w:rsidR="000F4195" w:rsidRPr="00F47E55">
        <w:t xml:space="preserve">ie adaptive Hydraulik </w:t>
      </w:r>
      <w:r w:rsidR="00D41D9B">
        <w:t>mit der neuen</w:t>
      </w:r>
      <w:r w:rsidR="000F4195" w:rsidRPr="00F47E55">
        <w:t xml:space="preserve"> </w:t>
      </w:r>
      <w:proofErr w:type="spellStart"/>
      <w:r w:rsidR="000F4195" w:rsidRPr="00F47E55">
        <w:t>Easyflow</w:t>
      </w:r>
      <w:proofErr w:type="spellEnd"/>
      <w:r w:rsidR="00FD0DDF">
        <w:t>-</w:t>
      </w:r>
      <w:r w:rsidR="000F4195" w:rsidRPr="00F47E55">
        <w:t xml:space="preserve">Technologie </w:t>
      </w:r>
      <w:r w:rsidR="00D41D9B">
        <w:t>s</w:t>
      </w:r>
      <w:r w:rsidR="000F4195" w:rsidRPr="00F47E55">
        <w:t xml:space="preserve">elbst bei Überdruck oder in Schleusensituationen die Tür dank der neuen </w:t>
      </w:r>
      <w:proofErr w:type="spellStart"/>
      <w:r w:rsidR="000F4195" w:rsidRPr="00F47E55">
        <w:t>SensiLatch</w:t>
      </w:r>
      <w:proofErr w:type="spellEnd"/>
      <w:r w:rsidR="000F4195" w:rsidRPr="00F47E55">
        <w:t xml:space="preserve"> Funktion stets zuverlässig – mit einem automatischen, situationsabhängigen Endschlag. </w:t>
      </w:r>
      <w:r w:rsidR="00D41D9B" w:rsidRPr="00F47E55">
        <w:t xml:space="preserve">Eine vollumfängliche Barrierefreiheit nach DIN 18040 und DIN </w:t>
      </w:r>
      <w:proofErr w:type="spellStart"/>
      <w:r w:rsidR="00D41D9B" w:rsidRPr="00F47E55">
        <w:t>Spec</w:t>
      </w:r>
      <w:proofErr w:type="spellEnd"/>
      <w:r w:rsidR="00D41D9B" w:rsidRPr="00F47E55">
        <w:t xml:space="preserve"> 1104 ist </w:t>
      </w:r>
      <w:r w:rsidR="00D41D9B">
        <w:t xml:space="preserve">durch TS 7000 außerdem </w:t>
      </w:r>
      <w:r w:rsidR="00D41D9B" w:rsidRPr="00F47E55">
        <w:t>gewährleiste</w:t>
      </w:r>
      <w:r>
        <w:t>t.</w:t>
      </w:r>
      <w:r w:rsidRPr="000734E9">
        <w:t xml:space="preserve"> </w:t>
      </w:r>
      <w:r>
        <w:t>Verarbeiter profitieren außerdem von innovativen Montagehilfen, die die Installation spürbar erleichtern.</w:t>
      </w:r>
    </w:p>
    <w:p w14:paraId="36CE6CEF" w14:textId="77777777" w:rsidR="00484F7A" w:rsidRDefault="00484F7A" w:rsidP="00484F7A"/>
    <w:p w14:paraId="6AD16D54" w14:textId="77777777" w:rsidR="00D41D9B" w:rsidRDefault="00D41D9B" w:rsidP="00484F7A">
      <w:pPr>
        <w:rPr>
          <w:b/>
        </w:rPr>
      </w:pPr>
    </w:p>
    <w:p w14:paraId="35311CCD" w14:textId="3604A241" w:rsidR="00484F7A" w:rsidRDefault="00484F7A" w:rsidP="00484F7A">
      <w:pPr>
        <w:rPr>
          <w:b/>
        </w:rPr>
      </w:pPr>
      <w:r>
        <w:rPr>
          <w:b/>
        </w:rPr>
        <w:t>Diesen Text sowie druckfähiges Bildmaterial finden Sie hier:</w:t>
      </w:r>
    </w:p>
    <w:p w14:paraId="15BE67F8" w14:textId="1565BF55" w:rsidR="006B111C" w:rsidRPr="00B008CF" w:rsidRDefault="003E6745" w:rsidP="00095819">
      <w:hyperlink r:id="rId9" w:history="1">
        <w:r>
          <w:rPr>
            <w:rStyle w:val="Hyperlink"/>
            <w:rFonts w:ascii="Segoe UI" w:hAnsi="Segoe UI" w:cs="Segoe UI"/>
            <w:color w:val="012363"/>
            <w:sz w:val="21"/>
            <w:szCs w:val="21"/>
            <w:shd w:val="clear" w:color="auto" w:fill="FFFFFF"/>
          </w:rPr>
          <w:t>https://www.geze.de/de/newsroom/komplettloesungen-fuer-rwa-und-rws-auf-der-feuertrutz-2025</w:t>
        </w:r>
      </w:hyperlink>
      <w:r>
        <w:rPr>
          <w:rFonts w:ascii="Segoe UI" w:hAnsi="Segoe UI" w:cs="Segoe UI"/>
          <w:color w:val="172B4D"/>
          <w:sz w:val="21"/>
          <w:szCs w:val="21"/>
          <w:shd w:val="clear" w:color="auto" w:fill="FFFFFF"/>
        </w:rPr>
        <w:t> </w:t>
      </w:r>
    </w:p>
    <w:p w14:paraId="1080C16A" w14:textId="77777777" w:rsidR="00BD34E1" w:rsidRDefault="00BD34E1" w:rsidP="006B111C">
      <w:pPr>
        <w:rPr>
          <w:b/>
        </w:rPr>
      </w:pPr>
    </w:p>
    <w:p w14:paraId="350AE1F0" w14:textId="77777777" w:rsidR="00BD34E1" w:rsidRDefault="00BD34E1" w:rsidP="006B111C">
      <w:pPr>
        <w:rPr>
          <w:b/>
        </w:rPr>
      </w:pPr>
    </w:p>
    <w:p w14:paraId="0A03B12A" w14:textId="3688B169" w:rsidR="006B111C" w:rsidRPr="00B008CF" w:rsidRDefault="006B111C" w:rsidP="006B111C">
      <w:pPr>
        <w:rPr>
          <w:b/>
        </w:rPr>
      </w:pPr>
      <w:r w:rsidRPr="00B008CF">
        <w:rPr>
          <w:b/>
        </w:rPr>
        <w:lastRenderedPageBreak/>
        <w:t xml:space="preserve">ÜBER GEZE </w:t>
      </w:r>
    </w:p>
    <w:p w14:paraId="59AAF271" w14:textId="32B2659D" w:rsidR="008F511E" w:rsidRPr="00B008CF" w:rsidRDefault="00BD34E1" w:rsidP="00BD34E1">
      <w:r w:rsidRPr="00BD34E1">
        <w:t>GEZE gehört zu den weltweit führenden Unternehmen für Produkte, Systemlösungen und umfassenden Service rund um Türen und Fenster. Der Spezialist für innovative und moderne Tür-, Fenster- und Sicherheitstechnik erzielt mit fundierter Branchen- und Fachkenntnis seit über 160 Jahren herausragende Ergebnisse, die Gebäude lebenswert machen. 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sectPr w:rsidR="008F511E" w:rsidRPr="00B008CF" w:rsidSect="00D2763B">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AC4A8B" w14:textId="77777777" w:rsidR="00B24700" w:rsidRDefault="00B24700" w:rsidP="008D6134">
      <w:pPr>
        <w:spacing w:line="240" w:lineRule="auto"/>
      </w:pPr>
      <w:r>
        <w:separator/>
      </w:r>
    </w:p>
  </w:endnote>
  <w:endnote w:type="continuationSeparator" w:id="0">
    <w:p w14:paraId="45A16781" w14:textId="77777777" w:rsidR="00B24700" w:rsidRDefault="00B24700"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B1DDB"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DD346"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DAFA5"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5FB957" w14:textId="77777777" w:rsidR="00B24700" w:rsidRDefault="00B24700" w:rsidP="008D6134">
      <w:pPr>
        <w:spacing w:line="240" w:lineRule="auto"/>
      </w:pPr>
      <w:r>
        <w:separator/>
      </w:r>
    </w:p>
  </w:footnote>
  <w:footnote w:type="continuationSeparator" w:id="0">
    <w:p w14:paraId="1D20EDB8" w14:textId="77777777" w:rsidR="00B24700" w:rsidRDefault="00B24700"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F3E52"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BD34E1" w14:paraId="4DF632E8" w14:textId="77777777" w:rsidTr="00B556B7">
      <w:trPr>
        <w:trHeight w:hRule="exact" w:val="204"/>
      </w:trPr>
      <w:tc>
        <w:tcPr>
          <w:tcW w:w="7359" w:type="dxa"/>
          <w:tcMar>
            <w:bottom w:w="45" w:type="dxa"/>
          </w:tcMar>
        </w:tcPr>
        <w:p w14:paraId="0869628B"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C203B5D" w14:textId="77777777" w:rsidTr="00B556B7">
      <w:trPr>
        <w:trHeight w:hRule="exact" w:val="425"/>
      </w:trPr>
      <w:tc>
        <w:tcPr>
          <w:tcW w:w="7359" w:type="dxa"/>
          <w:tcMar>
            <w:top w:w="210" w:type="dxa"/>
            <w:bottom w:w="57" w:type="dxa"/>
          </w:tcMar>
        </w:tcPr>
        <w:p w14:paraId="790BC1E6" w14:textId="02FC002D"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484F7A" w:rsidRPr="008B572B">
            <w:t>Pressemitteilung</w:t>
          </w:r>
          <w:r>
            <w:fldChar w:fldCharType="end"/>
          </w:r>
        </w:p>
        <w:p w14:paraId="531A89AB" w14:textId="77777777" w:rsidR="008A2F5C" w:rsidRPr="00C65692" w:rsidRDefault="008A2F5C" w:rsidP="00B556B7">
          <w:pPr>
            <w:pStyle w:val="DokumenttypFolgeseiten"/>
            <w:framePr w:hSpace="0" w:wrap="auto" w:vAnchor="margin" w:yAlign="inline"/>
          </w:pPr>
          <w:r>
            <w:t>Ü</w:t>
          </w:r>
        </w:p>
      </w:tc>
    </w:tr>
    <w:tr w:rsidR="00742404" w:rsidRPr="008A2F5C" w14:paraId="73F7BF45" w14:textId="77777777" w:rsidTr="00B556B7">
      <w:trPr>
        <w:trHeight w:hRule="exact" w:val="215"/>
      </w:trPr>
      <w:tc>
        <w:tcPr>
          <w:tcW w:w="7359" w:type="dxa"/>
        </w:tcPr>
        <w:p w14:paraId="3B923B3F" w14:textId="5F569B1E"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05-14T00:00:00Z">
                <w:dateFormat w:val="dd.MM.yyyy"/>
                <w:lid w:val="de-DE"/>
                <w:storeMappedDataAs w:val="dateTime"/>
                <w:calendar w:val="gregorian"/>
              </w:date>
            </w:sdtPr>
            <w:sdtContent>
              <w:r w:rsidR="008F14BB">
                <w:t>14.05.2025</w:t>
              </w:r>
            </w:sdtContent>
          </w:sdt>
        </w:p>
      </w:tc>
    </w:tr>
  </w:tbl>
  <w:p w14:paraId="02719CA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B944DD2"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00AA0FC" wp14:editId="62CEE792">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35B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BD34E1" w14:paraId="3DB43013" w14:textId="77777777" w:rsidTr="005A529F">
      <w:trPr>
        <w:trHeight w:hRule="exact" w:val="198"/>
      </w:trPr>
      <w:tc>
        <w:tcPr>
          <w:tcW w:w="7371" w:type="dxa"/>
        </w:tcPr>
        <w:p w14:paraId="4503CBF4" w14:textId="77777777" w:rsidR="00C3654A" w:rsidRPr="005A4E09" w:rsidRDefault="00C3654A" w:rsidP="005A529F">
          <w:pPr>
            <w:pStyle w:val="Absender"/>
            <w:framePr w:hSpace="0" w:wrap="auto" w:vAnchor="margin" w:hAnchor="text" w:yAlign="inline"/>
          </w:pPr>
          <w:bookmarkStart w:id="0"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0"/>
        </w:p>
      </w:tc>
    </w:tr>
    <w:tr w:rsidR="005A4E09" w:rsidRPr="005A4E09" w14:paraId="0CE253D4" w14:textId="77777777" w:rsidTr="005A529F">
      <w:trPr>
        <w:trHeight w:val="765"/>
      </w:trPr>
      <w:tc>
        <w:tcPr>
          <w:tcW w:w="7371" w:type="dxa"/>
          <w:tcMar>
            <w:top w:w="204" w:type="dxa"/>
          </w:tcMar>
        </w:tcPr>
        <w:p w14:paraId="44A519FA" w14:textId="77777777" w:rsidR="00C3654A" w:rsidRPr="008B572B" w:rsidRDefault="00C3654A" w:rsidP="005A529F">
          <w:pPr>
            <w:pStyle w:val="Dokumenttyp"/>
            <w:framePr w:hSpace="0" w:wrap="auto" w:vAnchor="margin" w:hAnchor="text" w:yAlign="inline"/>
          </w:pPr>
          <w:bookmarkStart w:id="1" w:name="BM_Dokumenttyp"/>
          <w:r w:rsidRPr="008B572B">
            <w:t>Pressemitteilung</w:t>
          </w:r>
          <w:bookmarkEnd w:id="1"/>
        </w:p>
      </w:tc>
    </w:tr>
  </w:tbl>
  <w:p w14:paraId="61B6B4D8"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3696A7D4" wp14:editId="4CB1370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599A8B1" wp14:editId="32E96645">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0E09E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F0521FC" wp14:editId="42F58DDF">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4A4082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456630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1"/>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7A"/>
    <w:rsid w:val="00025DF7"/>
    <w:rsid w:val="00046DA5"/>
    <w:rsid w:val="0005443A"/>
    <w:rsid w:val="00062822"/>
    <w:rsid w:val="000734E9"/>
    <w:rsid w:val="0008169D"/>
    <w:rsid w:val="00094A49"/>
    <w:rsid w:val="00095819"/>
    <w:rsid w:val="000B02C6"/>
    <w:rsid w:val="000B419B"/>
    <w:rsid w:val="000F4195"/>
    <w:rsid w:val="000F5D18"/>
    <w:rsid w:val="00100ECC"/>
    <w:rsid w:val="00110BB8"/>
    <w:rsid w:val="00113091"/>
    <w:rsid w:val="001261D2"/>
    <w:rsid w:val="00131D40"/>
    <w:rsid w:val="001673EE"/>
    <w:rsid w:val="00176224"/>
    <w:rsid w:val="001B7EB1"/>
    <w:rsid w:val="001F462D"/>
    <w:rsid w:val="002627A3"/>
    <w:rsid w:val="00264C33"/>
    <w:rsid w:val="0029378C"/>
    <w:rsid w:val="00295C6C"/>
    <w:rsid w:val="002A2B85"/>
    <w:rsid w:val="002C7370"/>
    <w:rsid w:val="002D1657"/>
    <w:rsid w:val="002D4EAE"/>
    <w:rsid w:val="00301314"/>
    <w:rsid w:val="003023FF"/>
    <w:rsid w:val="00303AF6"/>
    <w:rsid w:val="00303FA7"/>
    <w:rsid w:val="00333A11"/>
    <w:rsid w:val="00362821"/>
    <w:rsid w:val="003660CB"/>
    <w:rsid w:val="00372112"/>
    <w:rsid w:val="00381993"/>
    <w:rsid w:val="00397EC1"/>
    <w:rsid w:val="003A1C1B"/>
    <w:rsid w:val="003C69DE"/>
    <w:rsid w:val="003D37C3"/>
    <w:rsid w:val="003D63BA"/>
    <w:rsid w:val="003E6745"/>
    <w:rsid w:val="003F7DD3"/>
    <w:rsid w:val="00420C17"/>
    <w:rsid w:val="00435DE0"/>
    <w:rsid w:val="00454337"/>
    <w:rsid w:val="004728C0"/>
    <w:rsid w:val="00484F7A"/>
    <w:rsid w:val="00494E99"/>
    <w:rsid w:val="004C3E3C"/>
    <w:rsid w:val="004E1AAA"/>
    <w:rsid w:val="00501A06"/>
    <w:rsid w:val="00512C05"/>
    <w:rsid w:val="00516727"/>
    <w:rsid w:val="00516BED"/>
    <w:rsid w:val="00525290"/>
    <w:rsid w:val="0053157C"/>
    <w:rsid w:val="00546F76"/>
    <w:rsid w:val="00575AEF"/>
    <w:rsid w:val="00590F61"/>
    <w:rsid w:val="005A4E09"/>
    <w:rsid w:val="005A529F"/>
    <w:rsid w:val="0060196E"/>
    <w:rsid w:val="006204EA"/>
    <w:rsid w:val="006353D9"/>
    <w:rsid w:val="00650096"/>
    <w:rsid w:val="00661485"/>
    <w:rsid w:val="00696BAE"/>
    <w:rsid w:val="006974F2"/>
    <w:rsid w:val="006B111C"/>
    <w:rsid w:val="006C0C73"/>
    <w:rsid w:val="006F5077"/>
    <w:rsid w:val="00740FA4"/>
    <w:rsid w:val="00741126"/>
    <w:rsid w:val="00742404"/>
    <w:rsid w:val="007425F3"/>
    <w:rsid w:val="0074360A"/>
    <w:rsid w:val="00750CB1"/>
    <w:rsid w:val="00752C8E"/>
    <w:rsid w:val="00772A8A"/>
    <w:rsid w:val="007821CB"/>
    <w:rsid w:val="00782B4B"/>
    <w:rsid w:val="00787B64"/>
    <w:rsid w:val="007C2C48"/>
    <w:rsid w:val="007C61E4"/>
    <w:rsid w:val="007D4F8A"/>
    <w:rsid w:val="007E6F66"/>
    <w:rsid w:val="007F0435"/>
    <w:rsid w:val="00827F38"/>
    <w:rsid w:val="00846FEA"/>
    <w:rsid w:val="008510DC"/>
    <w:rsid w:val="0085547D"/>
    <w:rsid w:val="00863B08"/>
    <w:rsid w:val="0088070D"/>
    <w:rsid w:val="00887405"/>
    <w:rsid w:val="008A2F5C"/>
    <w:rsid w:val="008B19EE"/>
    <w:rsid w:val="008B572B"/>
    <w:rsid w:val="008B5ABA"/>
    <w:rsid w:val="008C32F8"/>
    <w:rsid w:val="008D4B68"/>
    <w:rsid w:val="008D6134"/>
    <w:rsid w:val="008E3104"/>
    <w:rsid w:val="008E707F"/>
    <w:rsid w:val="008F0D1C"/>
    <w:rsid w:val="008F14BB"/>
    <w:rsid w:val="008F511E"/>
    <w:rsid w:val="009149AE"/>
    <w:rsid w:val="00925FCD"/>
    <w:rsid w:val="00930B07"/>
    <w:rsid w:val="00980D79"/>
    <w:rsid w:val="0099368D"/>
    <w:rsid w:val="009B16EE"/>
    <w:rsid w:val="009C7F20"/>
    <w:rsid w:val="00A03805"/>
    <w:rsid w:val="00A13AF3"/>
    <w:rsid w:val="00A2525B"/>
    <w:rsid w:val="00A330C9"/>
    <w:rsid w:val="00A37A65"/>
    <w:rsid w:val="00A9034D"/>
    <w:rsid w:val="00A91680"/>
    <w:rsid w:val="00AA0E6B"/>
    <w:rsid w:val="00AA25C7"/>
    <w:rsid w:val="00AB4593"/>
    <w:rsid w:val="00AD6CE7"/>
    <w:rsid w:val="00B008CF"/>
    <w:rsid w:val="00B06CCE"/>
    <w:rsid w:val="00B22183"/>
    <w:rsid w:val="00B223C4"/>
    <w:rsid w:val="00B24700"/>
    <w:rsid w:val="00B53224"/>
    <w:rsid w:val="00B542C6"/>
    <w:rsid w:val="00B556B7"/>
    <w:rsid w:val="00B658BD"/>
    <w:rsid w:val="00BA7E86"/>
    <w:rsid w:val="00BD34E1"/>
    <w:rsid w:val="00BF2B94"/>
    <w:rsid w:val="00C059F0"/>
    <w:rsid w:val="00C27EDA"/>
    <w:rsid w:val="00C3654A"/>
    <w:rsid w:val="00C405F5"/>
    <w:rsid w:val="00C65692"/>
    <w:rsid w:val="00CA2E24"/>
    <w:rsid w:val="00CD738C"/>
    <w:rsid w:val="00D21E65"/>
    <w:rsid w:val="00D263AB"/>
    <w:rsid w:val="00D2763B"/>
    <w:rsid w:val="00D32B0B"/>
    <w:rsid w:val="00D41D9B"/>
    <w:rsid w:val="00D5446F"/>
    <w:rsid w:val="00D827D0"/>
    <w:rsid w:val="00DA6046"/>
    <w:rsid w:val="00DB4BE6"/>
    <w:rsid w:val="00DC7D49"/>
    <w:rsid w:val="00DE1ED3"/>
    <w:rsid w:val="00DF67D1"/>
    <w:rsid w:val="00E10257"/>
    <w:rsid w:val="00E2393F"/>
    <w:rsid w:val="00E308E8"/>
    <w:rsid w:val="00E5200F"/>
    <w:rsid w:val="00E5415C"/>
    <w:rsid w:val="00E946E4"/>
    <w:rsid w:val="00EA3035"/>
    <w:rsid w:val="00EC628A"/>
    <w:rsid w:val="00EC75EE"/>
    <w:rsid w:val="00F15040"/>
    <w:rsid w:val="00F4438F"/>
    <w:rsid w:val="00F46B41"/>
    <w:rsid w:val="00F46B45"/>
    <w:rsid w:val="00F47E55"/>
    <w:rsid w:val="00F65CDF"/>
    <w:rsid w:val="00F92CCD"/>
    <w:rsid w:val="00F96F22"/>
    <w:rsid w:val="00FC50E4"/>
    <w:rsid w:val="00FD0DDF"/>
    <w:rsid w:val="00FD4D3A"/>
    <w:rsid w:val="00FF086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4866A"/>
  <w15:docId w15:val="{ADB32848-61B6-B643-B9F9-F135E0330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484F7A"/>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96270">
      <w:bodyDiv w:val="1"/>
      <w:marLeft w:val="0"/>
      <w:marRight w:val="0"/>
      <w:marTop w:val="0"/>
      <w:marBottom w:val="0"/>
      <w:divBdr>
        <w:top w:val="none" w:sz="0" w:space="0" w:color="auto"/>
        <w:left w:val="none" w:sz="0" w:space="0" w:color="auto"/>
        <w:bottom w:val="none" w:sz="0" w:space="0" w:color="auto"/>
        <w:right w:val="none" w:sz="0" w:space="0" w:color="auto"/>
      </w:divBdr>
    </w:div>
    <w:div w:id="746263936">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293712044">
      <w:bodyDiv w:val="1"/>
      <w:marLeft w:val="0"/>
      <w:marRight w:val="0"/>
      <w:marTop w:val="0"/>
      <w:marBottom w:val="0"/>
      <w:divBdr>
        <w:top w:val="none" w:sz="0" w:space="0" w:color="auto"/>
        <w:left w:val="none" w:sz="0" w:space="0" w:color="auto"/>
        <w:bottom w:val="none" w:sz="0" w:space="0" w:color="auto"/>
        <w:right w:val="none" w:sz="0" w:space="0" w:color="auto"/>
      </w:divBdr>
    </w:div>
    <w:div w:id="1479568950">
      <w:bodyDiv w:val="1"/>
      <w:marLeft w:val="0"/>
      <w:marRight w:val="0"/>
      <w:marTop w:val="0"/>
      <w:marBottom w:val="0"/>
      <w:divBdr>
        <w:top w:val="none" w:sz="0" w:space="0" w:color="auto"/>
        <w:left w:val="none" w:sz="0" w:space="0" w:color="auto"/>
        <w:bottom w:val="none" w:sz="0" w:space="0" w:color="auto"/>
        <w:right w:val="none" w:sz="0" w:space="0" w:color="auto"/>
      </w:divBdr>
    </w:div>
    <w:div w:id="1704209465">
      <w:bodyDiv w:val="1"/>
      <w:marLeft w:val="0"/>
      <w:marRight w:val="0"/>
      <w:marTop w:val="0"/>
      <w:marBottom w:val="0"/>
      <w:divBdr>
        <w:top w:val="none" w:sz="0" w:space="0" w:color="auto"/>
        <w:left w:val="none" w:sz="0" w:space="0" w:color="auto"/>
        <w:bottom w:val="none" w:sz="0" w:space="0" w:color="auto"/>
        <w:right w:val="none" w:sz="0" w:space="0" w:color="auto"/>
      </w:divBdr>
    </w:div>
    <w:div w:id="199983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komplettloesungen-fuer-rwa-und-rws-auf-der-feuertrutz-2025"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613297DA0CC1B43B7E78CB9727D7C4E"/>
        <w:category>
          <w:name w:val="Allgemein"/>
          <w:gallery w:val="placeholder"/>
        </w:category>
        <w:types>
          <w:type w:val="bbPlcHdr"/>
        </w:types>
        <w:behaviors>
          <w:behavior w:val="content"/>
        </w:behaviors>
        <w:guid w:val="{F06F2629-71B8-0D43-A7B3-4A91CD3EC59B}"/>
      </w:docPartPr>
      <w:docPartBody>
        <w:p w:rsidR="00193705" w:rsidRDefault="00193705">
          <w:pPr>
            <w:pStyle w:val="4613297DA0CC1B43B7E78CB9727D7C4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9E3"/>
    <w:rsid w:val="000B419B"/>
    <w:rsid w:val="00193705"/>
    <w:rsid w:val="003270C2"/>
    <w:rsid w:val="004646F9"/>
    <w:rsid w:val="006535A5"/>
    <w:rsid w:val="007425F3"/>
    <w:rsid w:val="00996919"/>
    <w:rsid w:val="00997562"/>
    <w:rsid w:val="00AB4593"/>
    <w:rsid w:val="00B179E3"/>
    <w:rsid w:val="00CD738C"/>
    <w:rsid w:val="00D57C3D"/>
    <w:rsid w:val="00EE4F54"/>
    <w:rsid w:val="00F40CB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613297DA0CC1B43B7E78CB9727D7C4E">
    <w:name w:val="4613297DA0CC1B43B7E78CB9727D7C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2025-05-14T00:00:00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9ED16B-EBB3-4BDB-9CB5-FAB25F82C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827</Words>
  <Characters>4359</Characters>
  <Application>Microsoft Office Word</Application>
  <DocSecurity>0</DocSecurity>
  <Lines>256</Lines>
  <Paragraphs>105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Lilli Hildebrandt</cp:lastModifiedBy>
  <cp:revision>5</cp:revision>
  <cp:lastPrinted>2018-11-26T15:21:00Z</cp:lastPrinted>
  <dcterms:created xsi:type="dcterms:W3CDTF">2025-05-07T11:55:00Z</dcterms:created>
  <dcterms:modified xsi:type="dcterms:W3CDTF">2025-05-13T13:44:00Z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