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64FA643F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431A59F8" w14:textId="2B0089EC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DF98ED1626808D48858DCE96E1568543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5-01-09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9A699B">
                  <w:rPr>
                    <w:rStyle w:val="Dokumentdatum"/>
                  </w:rPr>
                  <w:t>9. Januar 2025</w:t>
                </w:r>
              </w:sdtContent>
            </w:sdt>
          </w:p>
        </w:tc>
      </w:tr>
      <w:tr w:rsidR="003D4C16" w:rsidRPr="00D5446F" w14:paraId="0658C151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74E4BDF8" w14:textId="65EF7DC6" w:rsidR="003D4C16" w:rsidRPr="00D5446F" w:rsidRDefault="00FD4EB3" w:rsidP="003D4C16">
            <w:pPr>
              <w:pStyle w:val="Betreff"/>
            </w:pPr>
            <w:r w:rsidRPr="00BB3E9F">
              <w:t xml:space="preserve">GEZE </w:t>
            </w:r>
            <w:proofErr w:type="spellStart"/>
            <w:r w:rsidRPr="00BB3E9F">
              <w:t>Revo.PRIME</w:t>
            </w:r>
            <w:proofErr w:type="spellEnd"/>
            <w:r w:rsidRPr="00BB3E9F">
              <w:t xml:space="preserve">: </w:t>
            </w:r>
            <w:proofErr w:type="spellStart"/>
            <w:r w:rsidRPr="00BB3E9F">
              <w:t>Ganzglas</w:t>
            </w:r>
            <w:proofErr w:type="spellEnd"/>
            <w:r w:rsidRPr="00BB3E9F">
              <w:t>-Variante sorgt für noch mehr Eleganz</w:t>
            </w:r>
          </w:p>
        </w:tc>
      </w:tr>
    </w:tbl>
    <w:p w14:paraId="15FCFB66" w14:textId="77777777" w:rsidR="006A66F9" w:rsidRPr="00D43B62" w:rsidRDefault="006A66F9" w:rsidP="006A66F9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254529A9" w14:textId="77777777" w:rsidR="006A66F9" w:rsidRPr="009A699B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9A699B">
        <w:rPr>
          <w:color w:val="002364"/>
        </w:rPr>
        <w:t>Angela Staiber</w:t>
      </w:r>
    </w:p>
    <w:p w14:paraId="695BF54F" w14:textId="77777777" w:rsidR="006A66F9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>
        <w:rPr>
          <w:rFonts w:cs="Arial"/>
          <w:color w:val="002264"/>
          <w:shd w:val="clear" w:color="auto" w:fill="FFFFFF"/>
        </w:rPr>
        <w:t>+49 7152 203 6372</w:t>
      </w:r>
    </w:p>
    <w:p w14:paraId="07DECB64" w14:textId="77777777" w:rsidR="006A66F9" w:rsidRDefault="006A66F9" w:rsidP="006A66F9">
      <w:pPr>
        <w:pStyle w:val="Margin"/>
        <w:framePr w:h="1478" w:hRule="exact" w:wrap="around" w:x="8780" w:y="4022"/>
      </w:pPr>
      <w:r w:rsidRPr="009A699B">
        <w:rPr>
          <w:rStyle w:val="MarginVorsatzwrter"/>
          <w:color w:val="002364"/>
        </w:rPr>
        <w:t>EMAIL</w:t>
      </w:r>
      <w:r w:rsidRPr="009A699B">
        <w:rPr>
          <w:color w:val="002364"/>
        </w:rPr>
        <w:t xml:space="preserve">  </w:t>
      </w:r>
      <w:hyperlink r:id="rId9" w:tgtFrame="_blank" w:history="1">
        <w:r w:rsidRPr="009A699B">
          <w:rPr>
            <w:color w:val="002364"/>
          </w:rPr>
          <w:t>a.staiber@geze.com</w:t>
        </w:r>
      </w:hyperlink>
    </w:p>
    <w:p w14:paraId="092D8031" w14:textId="77777777" w:rsidR="00104446" w:rsidRPr="006A66F9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032"/>
        <w:gridCol w:w="3589"/>
        <w:gridCol w:w="1843"/>
      </w:tblGrid>
      <w:tr w:rsidR="00104446" w:rsidRPr="008E4BE2" w14:paraId="7883D47B" w14:textId="77777777" w:rsidTr="001D1CA2">
        <w:trPr>
          <w:trHeight w:val="426"/>
          <w:tblHeader/>
        </w:trPr>
        <w:tc>
          <w:tcPr>
            <w:tcW w:w="403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319B8881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589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36D09940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84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B9404A9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104446" w14:paraId="067F1F0B" w14:textId="77777777" w:rsidTr="00551265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47B7415" w14:textId="357D8676" w:rsidR="00104446" w:rsidRDefault="00FD4EB3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2B9C3C2D" wp14:editId="06822694">
                  <wp:extent cx="1814863" cy="1361209"/>
                  <wp:effectExtent l="0" t="0" r="1270" b="0"/>
                  <wp:docPr id="1922152161" name="Grafik 3" descr="Ein Bild, das Gebäude, transparentes Material, Aluminium, Tü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2152161" name="Grafik 3" descr="Ein Bild, das Gebäude, transparentes Material, Aluminium, Tür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124" cy="1374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F213E25" w14:textId="08D6C955" w:rsidR="00104446" w:rsidRPr="00FD4EB3" w:rsidRDefault="00FD4EB3" w:rsidP="00862803">
            <w:pPr>
              <w:rPr>
                <w:rFonts w:cs="Arial"/>
                <w:bCs/>
                <w:color w:val="002364"/>
                <w:sz w:val="20"/>
                <w:szCs w:val="20"/>
              </w:rPr>
            </w:pPr>
            <w:r w:rsidRPr="00FD4EB3">
              <w:rPr>
                <w:bCs/>
              </w:rPr>
              <w:t xml:space="preserve">Das </w:t>
            </w:r>
            <w:r w:rsidRPr="00FD4EB3">
              <w:rPr>
                <w:bCs/>
              </w:rPr>
              <w:t xml:space="preserve">automatische Karusselltürsystem </w:t>
            </w:r>
            <w:proofErr w:type="spellStart"/>
            <w:r w:rsidRPr="00FD4EB3">
              <w:rPr>
                <w:bCs/>
              </w:rPr>
              <w:t>Revo.PRIME</w:t>
            </w:r>
            <w:proofErr w:type="spellEnd"/>
            <w:r w:rsidRPr="00FD4EB3">
              <w:rPr>
                <w:bCs/>
              </w:rPr>
              <w:t xml:space="preserve"> in </w:t>
            </w:r>
            <w:r w:rsidRPr="00FD4EB3">
              <w:rPr>
                <w:bCs/>
              </w:rPr>
              <w:t>der</w:t>
            </w:r>
            <w:r w:rsidRPr="00FD4EB3">
              <w:rPr>
                <w:bCs/>
              </w:rPr>
              <w:t xml:space="preserve"> </w:t>
            </w:r>
            <w:proofErr w:type="spellStart"/>
            <w:r w:rsidRPr="00FD4EB3">
              <w:rPr>
                <w:bCs/>
              </w:rPr>
              <w:t>Ganzglas</w:t>
            </w:r>
            <w:proofErr w:type="spellEnd"/>
            <w:r w:rsidRPr="00FD4EB3">
              <w:rPr>
                <w:bCs/>
              </w:rPr>
              <w:t xml:space="preserve">-Variante </w:t>
            </w:r>
            <w:r w:rsidRPr="00FD4EB3">
              <w:rPr>
                <w:bCs/>
              </w:rPr>
              <w:t xml:space="preserve">schafft </w:t>
            </w:r>
            <w:r w:rsidRPr="00FD4EB3">
              <w:rPr>
                <w:bCs/>
              </w:rPr>
              <w:t xml:space="preserve">repräsentative Gebäudeeingänge mit </w:t>
            </w:r>
            <w:r w:rsidRPr="00FD4EB3">
              <w:rPr>
                <w:bCs/>
              </w:rPr>
              <w:t xml:space="preserve">maximalem Begehkomfort. 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7959D64C" w14:textId="613B5BA6" w:rsidR="00104446" w:rsidRPr="00104446" w:rsidRDefault="003D4C16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62A3EC2B" w14:textId="20F751C2" w:rsidR="008F511E" w:rsidRPr="005A1556" w:rsidRDefault="008F511E" w:rsidP="00095819"/>
    <w:sectPr w:rsidR="008F511E" w:rsidRPr="005A1556" w:rsidSect="00E52859">
      <w:headerReference w:type="default" r:id="rId11"/>
      <w:headerReference w:type="first" r:id="rId12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6B4D67" w14:textId="77777777" w:rsidR="00646DA5" w:rsidRDefault="00646DA5" w:rsidP="008D6134">
      <w:pPr>
        <w:spacing w:line="240" w:lineRule="auto"/>
      </w:pPr>
      <w:r>
        <w:separator/>
      </w:r>
    </w:p>
  </w:endnote>
  <w:endnote w:type="continuationSeparator" w:id="0">
    <w:p w14:paraId="1E90AC8C" w14:textId="77777777" w:rsidR="00646DA5" w:rsidRDefault="00646DA5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038F19" w14:textId="77777777" w:rsidR="00646DA5" w:rsidRDefault="00646DA5" w:rsidP="008D6134">
      <w:pPr>
        <w:spacing w:line="240" w:lineRule="auto"/>
      </w:pPr>
      <w:r>
        <w:separator/>
      </w:r>
    </w:p>
  </w:footnote>
  <w:footnote w:type="continuationSeparator" w:id="0">
    <w:p w14:paraId="1F0F5D7C" w14:textId="77777777" w:rsidR="00646DA5" w:rsidRDefault="00646DA5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3D4C16" w14:paraId="3FA8AF73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721C384C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300088FD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455FA1B9" w14:textId="28AABE9D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3D4C16" w:rsidRPr="008B572B">
            <w:t>Presse</w:t>
          </w:r>
          <w:r>
            <w:fldChar w:fldCharType="end"/>
          </w:r>
          <w:r w:rsidR="00695278">
            <w:t>fotos</w:t>
          </w:r>
        </w:p>
        <w:p w14:paraId="00CC12F9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11372F3F" w14:textId="77777777" w:rsidTr="00B556B7">
      <w:trPr>
        <w:trHeight w:hRule="exact" w:val="215"/>
      </w:trPr>
      <w:tc>
        <w:tcPr>
          <w:tcW w:w="7359" w:type="dxa"/>
        </w:tcPr>
        <w:p w14:paraId="1F942409" w14:textId="7EEF1849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5-01-09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9A699B">
                <w:t>09.01.2025</w:t>
              </w:r>
            </w:sdtContent>
          </w:sdt>
        </w:p>
      </w:tc>
    </w:tr>
  </w:tbl>
  <w:p w14:paraId="0D1C480A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11044FAF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5B4FA529" wp14:editId="197FEA6B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5AD88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3D4C16" w14:paraId="643EF897" w14:textId="77777777" w:rsidTr="005A529F">
      <w:trPr>
        <w:trHeight w:hRule="exact" w:val="198"/>
      </w:trPr>
      <w:tc>
        <w:tcPr>
          <w:tcW w:w="7371" w:type="dxa"/>
        </w:tcPr>
        <w:p w14:paraId="438F1C56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77E8AEBA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5ED3A187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34840AFC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5B50BA26" wp14:editId="4302353F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46C18BE0" wp14:editId="0A1FEFFD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9BC811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064667B3" wp14:editId="5604E6A3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F444F9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30176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2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C16"/>
    <w:rsid w:val="0001564F"/>
    <w:rsid w:val="00025DF7"/>
    <w:rsid w:val="0005443A"/>
    <w:rsid w:val="00055891"/>
    <w:rsid w:val="00062822"/>
    <w:rsid w:val="0008169D"/>
    <w:rsid w:val="00094A49"/>
    <w:rsid w:val="00095819"/>
    <w:rsid w:val="000A3263"/>
    <w:rsid w:val="000B02C6"/>
    <w:rsid w:val="00104446"/>
    <w:rsid w:val="00110BB8"/>
    <w:rsid w:val="00113091"/>
    <w:rsid w:val="001261D2"/>
    <w:rsid w:val="00126C06"/>
    <w:rsid w:val="00131D40"/>
    <w:rsid w:val="001673EE"/>
    <w:rsid w:val="001D1CA2"/>
    <w:rsid w:val="001F462D"/>
    <w:rsid w:val="00234D0C"/>
    <w:rsid w:val="00241027"/>
    <w:rsid w:val="0025370E"/>
    <w:rsid w:val="002627A3"/>
    <w:rsid w:val="0029378C"/>
    <w:rsid w:val="00295C6C"/>
    <w:rsid w:val="002A2B85"/>
    <w:rsid w:val="002D4EAE"/>
    <w:rsid w:val="003023FF"/>
    <w:rsid w:val="00362821"/>
    <w:rsid w:val="003660CB"/>
    <w:rsid w:val="00372112"/>
    <w:rsid w:val="00381993"/>
    <w:rsid w:val="003A1AEF"/>
    <w:rsid w:val="003A1C1B"/>
    <w:rsid w:val="003C69DE"/>
    <w:rsid w:val="003D37C3"/>
    <w:rsid w:val="003D4C16"/>
    <w:rsid w:val="003F7DD3"/>
    <w:rsid w:val="00420C17"/>
    <w:rsid w:val="00423060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48BD"/>
    <w:rsid w:val="00575AEF"/>
    <w:rsid w:val="00590F61"/>
    <w:rsid w:val="00592597"/>
    <w:rsid w:val="005A1556"/>
    <w:rsid w:val="005A4E09"/>
    <w:rsid w:val="005A529F"/>
    <w:rsid w:val="0060196E"/>
    <w:rsid w:val="006333E9"/>
    <w:rsid w:val="00646DA5"/>
    <w:rsid w:val="00650096"/>
    <w:rsid w:val="00661485"/>
    <w:rsid w:val="00695278"/>
    <w:rsid w:val="006A66F9"/>
    <w:rsid w:val="00742404"/>
    <w:rsid w:val="0074360A"/>
    <w:rsid w:val="00750CB1"/>
    <w:rsid w:val="00752C8E"/>
    <w:rsid w:val="00766514"/>
    <w:rsid w:val="00772A8A"/>
    <w:rsid w:val="00782B4B"/>
    <w:rsid w:val="007949B3"/>
    <w:rsid w:val="007A5B34"/>
    <w:rsid w:val="007B19A4"/>
    <w:rsid w:val="007C2C48"/>
    <w:rsid w:val="007D4F8A"/>
    <w:rsid w:val="007E700E"/>
    <w:rsid w:val="007F0435"/>
    <w:rsid w:val="00804393"/>
    <w:rsid w:val="00846FEA"/>
    <w:rsid w:val="008510DC"/>
    <w:rsid w:val="00862803"/>
    <w:rsid w:val="00863B08"/>
    <w:rsid w:val="008A2F5C"/>
    <w:rsid w:val="008B572B"/>
    <w:rsid w:val="008B5ABA"/>
    <w:rsid w:val="008C32F8"/>
    <w:rsid w:val="008D6134"/>
    <w:rsid w:val="008E707F"/>
    <w:rsid w:val="008F0D1C"/>
    <w:rsid w:val="008F511E"/>
    <w:rsid w:val="009149AE"/>
    <w:rsid w:val="00925FCD"/>
    <w:rsid w:val="00980D79"/>
    <w:rsid w:val="0099368D"/>
    <w:rsid w:val="009A4C91"/>
    <w:rsid w:val="009A699B"/>
    <w:rsid w:val="009E3340"/>
    <w:rsid w:val="00A03805"/>
    <w:rsid w:val="00A2525B"/>
    <w:rsid w:val="00A330C9"/>
    <w:rsid w:val="00A37A65"/>
    <w:rsid w:val="00A9034D"/>
    <w:rsid w:val="00A91680"/>
    <w:rsid w:val="00A96290"/>
    <w:rsid w:val="00AA25C7"/>
    <w:rsid w:val="00AC11A3"/>
    <w:rsid w:val="00AC39F8"/>
    <w:rsid w:val="00AC5BBE"/>
    <w:rsid w:val="00AF4685"/>
    <w:rsid w:val="00B06CCE"/>
    <w:rsid w:val="00B22183"/>
    <w:rsid w:val="00B223C4"/>
    <w:rsid w:val="00B542C6"/>
    <w:rsid w:val="00B54D7B"/>
    <w:rsid w:val="00B556B7"/>
    <w:rsid w:val="00B56991"/>
    <w:rsid w:val="00BD0F82"/>
    <w:rsid w:val="00C222D9"/>
    <w:rsid w:val="00C3654A"/>
    <w:rsid w:val="00C405F5"/>
    <w:rsid w:val="00C4274B"/>
    <w:rsid w:val="00C65692"/>
    <w:rsid w:val="00D21E65"/>
    <w:rsid w:val="00D263AB"/>
    <w:rsid w:val="00D3660E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E52859"/>
    <w:rsid w:val="00F15040"/>
    <w:rsid w:val="00F46B41"/>
    <w:rsid w:val="00F96F22"/>
    <w:rsid w:val="00FD0FC0"/>
    <w:rsid w:val="00FD4D3A"/>
    <w:rsid w:val="00FD4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5F6E03"/>
  <w15:docId w15:val="{4145032A-23D3-F440-AA06-4C8F5731E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hyperlink" Target="mailto:a.staiber@geze.com" TargetMode="Externa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.hildebrandt/Downloads/Pressefotos_Vorlage_202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F98ED1626808D48858DCE96E15685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1DC763-549E-044C-A2EF-A5D79F3206E9}"/>
      </w:docPartPr>
      <w:docPartBody>
        <w:p w:rsidR="00672EF3" w:rsidRDefault="00000000">
          <w:pPr>
            <w:pStyle w:val="DF98ED1626808D48858DCE96E1568543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C25"/>
    <w:rsid w:val="00181A1B"/>
    <w:rsid w:val="00274C3B"/>
    <w:rsid w:val="00672EF3"/>
    <w:rsid w:val="007A5B34"/>
    <w:rsid w:val="00915CC7"/>
    <w:rsid w:val="00E3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DF98ED1626808D48858DCE96E1568543">
    <w:name w:val="DF98ED1626808D48858DCE96E15685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2025-01-09T00:00:00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Pressefotos_Vorlage_2024.dotx</Template>
  <TotalTime>0</TotalTime>
  <Pages>1</Pages>
  <Words>56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dc:description>Pressemitteilung · Office 2016;_x000d_
Version 1.0.0;_x000d_
26.11.2018</dc:description>
  <cp:lastModifiedBy>Lilli Hildebrandt</cp:lastModifiedBy>
  <cp:revision>5</cp:revision>
  <cp:lastPrinted>2019-11-28T10:39:00Z</cp:lastPrinted>
  <dcterms:created xsi:type="dcterms:W3CDTF">2024-04-16T18:15:00Z</dcterms:created>
  <dcterms:modified xsi:type="dcterms:W3CDTF">2025-01-08T13:36:00Z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