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einfach"/>
        <w:tblW w:w="0" w:type="auto"/>
        <w:tblLook w:val="04A0" w:firstRow="1" w:lastRow="0" w:firstColumn="1" w:lastColumn="0" w:noHBand="0" w:noVBand="1"/>
      </w:tblPr>
      <w:tblGrid>
        <w:gridCol w:w="7359"/>
      </w:tblGrid>
      <w:tr w:rsidR="00C65692" w14:paraId="55EC9A66" w14:textId="77777777" w:rsidTr="00546F76">
        <w:trPr>
          <w:trHeight w:val="284"/>
        </w:trPr>
        <w:tc>
          <w:tcPr>
            <w:tcW w:w="7359" w:type="dxa"/>
            <w:tcMar>
              <w:top w:w="11" w:type="dxa"/>
              <w:bottom w:w="0" w:type="dxa"/>
            </w:tcMar>
          </w:tcPr>
          <w:p w14:paraId="7B53B8FC" w14:textId="113D23F3"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9E2E3B05CF684712B1FB557E2F451C4B"/>
                </w:placeholder>
                <w:dataBinding w:prefixMappings="xmlns:ns0='http://schemas.microsoft.com/office/2006/coverPageProps' " w:xpath="/ns0:CoverPageProperties[1]/ns0:PublishDate[1]" w:storeItemID="{55AF091B-3C7A-41E3-B477-F2FDAA23CFDA}"/>
                <w:date w:fullDate="2023-08-14T00:00:00Z">
                  <w:dateFormat w:val="d. MMMM yyyy"/>
                  <w:lid w:val="de-DE"/>
                  <w:storeMappedDataAs w:val="dateTime"/>
                  <w:calendar w:val="gregorian"/>
                </w:date>
              </w:sdtPr>
              <w:sdtContent>
                <w:r w:rsidR="007F1D4F">
                  <w:rPr>
                    <w:rStyle w:val="Dokumentdatum"/>
                  </w:rPr>
                  <w:t>14. August 2023</w:t>
                </w:r>
              </w:sdtContent>
            </w:sdt>
          </w:p>
        </w:tc>
      </w:tr>
      <w:tr w:rsidR="00C65692" w:rsidRPr="00D5446F" w14:paraId="2EE70477" w14:textId="77777777" w:rsidTr="00752C8E">
        <w:trPr>
          <w:trHeight w:hRule="exact" w:val="1616"/>
        </w:trPr>
        <w:tc>
          <w:tcPr>
            <w:tcW w:w="7359" w:type="dxa"/>
            <w:tcMar>
              <w:top w:w="289" w:type="dxa"/>
              <w:bottom w:w="1083" w:type="dxa"/>
            </w:tcMar>
          </w:tcPr>
          <w:p w14:paraId="70EC28D2" w14:textId="0AD24518" w:rsidR="00025DF7" w:rsidRPr="00D5446F" w:rsidRDefault="008D329D" w:rsidP="00752C8E">
            <w:pPr>
              <w:pStyle w:val="Betreff"/>
            </w:pPr>
            <w:r>
              <w:t>„</w:t>
            </w:r>
            <w:r w:rsidR="00286DAE">
              <w:t>Schmeck den Süden</w:t>
            </w:r>
            <w:r>
              <w:t>“</w:t>
            </w:r>
            <w:r w:rsidR="00286DAE">
              <w:t>:</w:t>
            </w:r>
            <w:r w:rsidR="003B1A2C">
              <w:t xml:space="preserve"> GEZE</w:t>
            </w:r>
            <w:r w:rsidR="002B56F8">
              <w:t>-</w:t>
            </w:r>
            <w:r w:rsidR="003B1A2C">
              <w:t xml:space="preserve">Betriebsrestaurant </w:t>
            </w:r>
            <w:r w:rsidR="008C4AB7">
              <w:t xml:space="preserve">für nachhaltiges, regionales </w:t>
            </w:r>
            <w:proofErr w:type="spellStart"/>
            <w:r w:rsidR="008C4AB7">
              <w:t>Foodkonzept</w:t>
            </w:r>
            <w:proofErr w:type="spellEnd"/>
            <w:r w:rsidR="008C4AB7">
              <w:t xml:space="preserve"> </w:t>
            </w:r>
            <w:r>
              <w:t>ausgezeichnet</w:t>
            </w:r>
            <w:r w:rsidRPr="008D329D">
              <w:t> </w:t>
            </w:r>
          </w:p>
        </w:tc>
      </w:tr>
    </w:tbl>
    <w:p w14:paraId="2A70DBCE" w14:textId="0D98D604" w:rsidR="008D329D" w:rsidRPr="008C4AB7" w:rsidRDefault="008D329D" w:rsidP="00D5446F">
      <w:pPr>
        <w:pStyle w:val="Vorspann"/>
      </w:pPr>
      <w:r w:rsidRPr="008D329D">
        <w:rPr>
          <w:bCs/>
        </w:rPr>
        <w:t xml:space="preserve">Der Deutsche Hotel- und Gaststättenverband e.V. (Dehoga) hat die Küche </w:t>
      </w:r>
      <w:r w:rsidR="008C4AB7">
        <w:rPr>
          <w:bCs/>
        </w:rPr>
        <w:t xml:space="preserve">des </w:t>
      </w:r>
      <w:proofErr w:type="gramStart"/>
      <w:r w:rsidR="008C4AB7">
        <w:rPr>
          <w:bCs/>
        </w:rPr>
        <w:t xml:space="preserve">GEZE </w:t>
      </w:r>
      <w:r>
        <w:rPr>
          <w:bCs/>
        </w:rPr>
        <w:t>Betriebsrestaurants</w:t>
      </w:r>
      <w:proofErr w:type="gramEnd"/>
      <w:r>
        <w:rPr>
          <w:bCs/>
        </w:rPr>
        <w:t xml:space="preserve"> am Hauptsitz in Leonberg </w:t>
      </w:r>
      <w:r w:rsidRPr="008D329D">
        <w:rPr>
          <w:bCs/>
        </w:rPr>
        <w:t>mit dem Gütesiegel „Schmeck den Süden“ zertifiziert.</w:t>
      </w:r>
      <w:r w:rsidR="00D27007">
        <w:rPr>
          <w:bCs/>
        </w:rPr>
        <w:t xml:space="preserve"> Am 9. August</w:t>
      </w:r>
      <w:r w:rsidR="00F075D4">
        <w:rPr>
          <w:bCs/>
        </w:rPr>
        <w:t xml:space="preserve"> übergab </w:t>
      </w:r>
      <w:r w:rsidR="008C4AB7" w:rsidRPr="00EB50B1">
        <w:rPr>
          <w:bCs/>
        </w:rPr>
        <w:t xml:space="preserve">Peter Hauck, Minister </w:t>
      </w:r>
      <w:r w:rsidR="00F075D4" w:rsidRPr="00EB50B1">
        <w:rPr>
          <w:bCs/>
        </w:rPr>
        <w:t xml:space="preserve">für </w:t>
      </w:r>
      <w:r w:rsidR="00D272A1" w:rsidRPr="00EB50B1">
        <w:rPr>
          <w:bCs/>
        </w:rPr>
        <w:t xml:space="preserve">Ernährung, </w:t>
      </w:r>
      <w:r w:rsidR="00F075D4" w:rsidRPr="00EB50B1">
        <w:rPr>
          <w:bCs/>
        </w:rPr>
        <w:t>Ländliche</w:t>
      </w:r>
      <w:r w:rsidR="00D272A1" w:rsidRPr="00EB50B1">
        <w:rPr>
          <w:bCs/>
        </w:rPr>
        <w:t>n</w:t>
      </w:r>
      <w:r w:rsidR="00F075D4" w:rsidRPr="00EB50B1">
        <w:rPr>
          <w:bCs/>
        </w:rPr>
        <w:t xml:space="preserve"> Raum und Verbraucherschutz </w:t>
      </w:r>
      <w:r w:rsidR="008C4AB7" w:rsidRPr="00EB50B1">
        <w:rPr>
          <w:bCs/>
        </w:rPr>
        <w:t xml:space="preserve">in </w:t>
      </w:r>
      <w:r w:rsidR="00F075D4" w:rsidRPr="00EB50B1">
        <w:rPr>
          <w:bCs/>
        </w:rPr>
        <w:t>Baden-Württemberg,</w:t>
      </w:r>
      <w:r w:rsidR="00F075D4" w:rsidRPr="00F075D4">
        <w:rPr>
          <w:bCs/>
        </w:rPr>
        <w:t xml:space="preserve"> das Gütesiegel</w:t>
      </w:r>
      <w:r w:rsidR="008C4AB7">
        <w:rPr>
          <w:bCs/>
        </w:rPr>
        <w:t xml:space="preserve"> und würdigte damit d</w:t>
      </w:r>
      <w:r w:rsidR="00B65A10">
        <w:rPr>
          <w:bCs/>
        </w:rPr>
        <w:t xml:space="preserve">ie nachhaltige und regionale Ausrichtung </w:t>
      </w:r>
      <w:r w:rsidR="000A369F">
        <w:rPr>
          <w:bCs/>
        </w:rPr>
        <w:t>der Gastronomie</w:t>
      </w:r>
      <w:r w:rsidR="008C4AB7">
        <w:rPr>
          <w:bCs/>
        </w:rPr>
        <w:t xml:space="preserve"> des Unternehmens</w:t>
      </w:r>
      <w:r w:rsidR="00F075D4">
        <w:rPr>
          <w:bCs/>
        </w:rPr>
        <w:t>.</w:t>
      </w:r>
    </w:p>
    <w:p w14:paraId="079C7A1A" w14:textId="5565AE9D" w:rsidR="00802BF8" w:rsidRPr="00802BF8" w:rsidRDefault="008D329D" w:rsidP="00802BF8">
      <w:pPr>
        <w:pStyle w:val="berschrift1"/>
        <w:rPr>
          <w:b w:val="0"/>
          <w:bCs/>
          <w:iCs/>
          <w:lang w:val="de-DE"/>
        </w:rPr>
      </w:pPr>
      <w:r w:rsidRPr="008C4AB7">
        <w:rPr>
          <w:lang w:val="de-DE"/>
        </w:rPr>
        <w:t xml:space="preserve">Neues nachhaltiges </w:t>
      </w:r>
      <w:proofErr w:type="spellStart"/>
      <w:r w:rsidRPr="008C4AB7">
        <w:rPr>
          <w:lang w:val="de-DE"/>
        </w:rPr>
        <w:t>Foodkonzept</w:t>
      </w:r>
      <w:proofErr w:type="spellEnd"/>
      <w:r w:rsidRPr="008C4AB7">
        <w:rPr>
          <w:lang w:val="de-DE"/>
        </w:rPr>
        <w:br/>
      </w:r>
      <w:r w:rsidRPr="008D329D">
        <w:rPr>
          <w:b w:val="0"/>
          <w:bCs/>
          <w:iCs/>
          <w:lang w:val="de-DE"/>
        </w:rPr>
        <w:t xml:space="preserve">Als Familienunternehmen ist es </w:t>
      </w:r>
      <w:r w:rsidR="000A369F">
        <w:rPr>
          <w:b w:val="0"/>
          <w:bCs/>
          <w:iCs/>
          <w:lang w:val="de-DE"/>
        </w:rPr>
        <w:t>GEZE</w:t>
      </w:r>
      <w:r w:rsidR="000A369F" w:rsidRPr="008D329D">
        <w:rPr>
          <w:b w:val="0"/>
          <w:bCs/>
          <w:iCs/>
          <w:lang w:val="de-DE"/>
        </w:rPr>
        <w:t xml:space="preserve"> </w:t>
      </w:r>
      <w:r w:rsidRPr="008D329D">
        <w:rPr>
          <w:b w:val="0"/>
          <w:bCs/>
          <w:iCs/>
          <w:lang w:val="de-DE"/>
        </w:rPr>
        <w:t xml:space="preserve">wichtig, dass sich </w:t>
      </w:r>
      <w:r w:rsidR="000A369F">
        <w:rPr>
          <w:b w:val="0"/>
          <w:bCs/>
          <w:iCs/>
          <w:lang w:val="de-DE"/>
        </w:rPr>
        <w:t>die</w:t>
      </w:r>
      <w:r w:rsidR="000A369F" w:rsidRPr="008D329D">
        <w:rPr>
          <w:b w:val="0"/>
          <w:bCs/>
          <w:iCs/>
          <w:lang w:val="de-DE"/>
        </w:rPr>
        <w:t xml:space="preserve"> </w:t>
      </w:r>
      <w:r w:rsidRPr="008D329D">
        <w:rPr>
          <w:b w:val="0"/>
          <w:bCs/>
          <w:iCs/>
          <w:lang w:val="de-DE"/>
        </w:rPr>
        <w:t>Mitarbeiter und Mitarbeiterinnen i</w:t>
      </w:r>
      <w:r w:rsidR="000A369F">
        <w:rPr>
          <w:b w:val="0"/>
          <w:bCs/>
          <w:iCs/>
          <w:lang w:val="de-DE"/>
        </w:rPr>
        <w:t xml:space="preserve">m </w:t>
      </w:r>
      <w:r w:rsidRPr="008D329D">
        <w:rPr>
          <w:b w:val="0"/>
          <w:bCs/>
          <w:iCs/>
          <w:lang w:val="de-DE"/>
        </w:rPr>
        <w:t>Betriebsrestaurant wohl fühlen, sich gesund und abwechslungsreich ernähren können und die Speisen qualitativ hochwertig, biologisch und nachhaltig produziert sind.</w:t>
      </w:r>
      <w:r w:rsidR="00D27007">
        <w:rPr>
          <w:b w:val="0"/>
          <w:bCs/>
          <w:iCs/>
          <w:lang w:val="de-DE"/>
        </w:rPr>
        <w:t xml:space="preserve"> Deshalb verfolg</w:t>
      </w:r>
      <w:r w:rsidR="000A369F">
        <w:rPr>
          <w:b w:val="0"/>
          <w:bCs/>
          <w:iCs/>
          <w:lang w:val="de-DE"/>
        </w:rPr>
        <w:t>t GEZE in Zusammenarbeit mit dem</w:t>
      </w:r>
      <w:r w:rsidR="00D27007">
        <w:rPr>
          <w:b w:val="0"/>
          <w:bCs/>
          <w:iCs/>
          <w:lang w:val="de-DE"/>
        </w:rPr>
        <w:t xml:space="preserve"> Partner </w:t>
      </w:r>
      <w:proofErr w:type="spellStart"/>
      <w:r w:rsidR="002B56F8">
        <w:rPr>
          <w:b w:val="0"/>
          <w:bCs/>
          <w:iCs/>
          <w:lang w:val="de-DE"/>
        </w:rPr>
        <w:t>A</w:t>
      </w:r>
      <w:r w:rsidR="00D27007">
        <w:rPr>
          <w:b w:val="0"/>
          <w:bCs/>
          <w:iCs/>
          <w:lang w:val="de-DE"/>
        </w:rPr>
        <w:t>ramark</w:t>
      </w:r>
      <w:proofErr w:type="spellEnd"/>
      <w:r w:rsidR="00D27007">
        <w:rPr>
          <w:b w:val="0"/>
          <w:bCs/>
          <w:iCs/>
          <w:lang w:val="de-DE"/>
        </w:rPr>
        <w:t xml:space="preserve"> seit Anfang 2022 ein völlig neues </w:t>
      </w:r>
      <w:proofErr w:type="spellStart"/>
      <w:r w:rsidR="00D27007">
        <w:rPr>
          <w:b w:val="0"/>
          <w:bCs/>
          <w:iCs/>
          <w:lang w:val="de-DE"/>
        </w:rPr>
        <w:t>Foodkonzept</w:t>
      </w:r>
      <w:proofErr w:type="spellEnd"/>
      <w:r w:rsidR="00D27007">
        <w:rPr>
          <w:b w:val="0"/>
          <w:bCs/>
          <w:iCs/>
          <w:lang w:val="de-DE"/>
        </w:rPr>
        <w:t xml:space="preserve">. Es wurde konsequent auf die </w:t>
      </w:r>
      <w:r w:rsidR="002B56F8">
        <w:rPr>
          <w:b w:val="0"/>
          <w:bCs/>
          <w:iCs/>
          <w:lang w:val="de-DE"/>
        </w:rPr>
        <w:t>gesunde Ernährung</w:t>
      </w:r>
      <w:r w:rsidR="00D27007">
        <w:rPr>
          <w:b w:val="0"/>
          <w:bCs/>
          <w:iCs/>
          <w:lang w:val="de-DE"/>
        </w:rPr>
        <w:t xml:space="preserve"> </w:t>
      </w:r>
      <w:r w:rsidR="000A369F">
        <w:rPr>
          <w:b w:val="0"/>
          <w:bCs/>
          <w:iCs/>
          <w:lang w:val="de-DE"/>
        </w:rPr>
        <w:t xml:space="preserve">der </w:t>
      </w:r>
      <w:r w:rsidR="00D27007">
        <w:rPr>
          <w:b w:val="0"/>
          <w:bCs/>
          <w:iCs/>
          <w:lang w:val="de-DE"/>
        </w:rPr>
        <w:t>Mitarbeitenden, die Regionalität der Produkte, deren nachhaltige Produktion und das Tierwohl ausgerichtet.</w:t>
      </w:r>
      <w:r w:rsidR="00F075D4">
        <w:rPr>
          <w:b w:val="0"/>
          <w:bCs/>
          <w:iCs/>
          <w:lang w:val="de-DE"/>
        </w:rPr>
        <w:t xml:space="preserve"> </w:t>
      </w:r>
      <w:r w:rsidR="005A0671">
        <w:rPr>
          <w:b w:val="0"/>
          <w:bCs/>
          <w:iCs/>
          <w:lang w:val="de-DE"/>
        </w:rPr>
        <w:t xml:space="preserve">Zusätzlich </w:t>
      </w:r>
      <w:r w:rsidR="00C02BC2">
        <w:rPr>
          <w:b w:val="0"/>
          <w:bCs/>
          <w:iCs/>
          <w:lang w:val="de-DE"/>
        </w:rPr>
        <w:t xml:space="preserve">wurde an der Reduzierung des Müllaufkommens gearbeitet: </w:t>
      </w:r>
      <w:r w:rsidR="00FF50E9">
        <w:rPr>
          <w:b w:val="0"/>
          <w:bCs/>
          <w:iCs/>
          <w:lang w:val="de-DE"/>
        </w:rPr>
        <w:t>U</w:t>
      </w:r>
      <w:r w:rsidR="00C02BC2">
        <w:rPr>
          <w:b w:val="0"/>
          <w:bCs/>
          <w:iCs/>
          <w:lang w:val="de-DE"/>
        </w:rPr>
        <w:t>nter dem Motto „Pfand statt Müll“ wurde</w:t>
      </w:r>
      <w:r w:rsidR="00467F2D">
        <w:rPr>
          <w:b w:val="0"/>
          <w:bCs/>
          <w:iCs/>
          <w:lang w:val="de-DE"/>
        </w:rPr>
        <w:t>n</w:t>
      </w:r>
      <w:r w:rsidR="00C02BC2">
        <w:rPr>
          <w:b w:val="0"/>
          <w:bCs/>
          <w:iCs/>
          <w:lang w:val="de-DE"/>
        </w:rPr>
        <w:t xml:space="preserve"> für </w:t>
      </w:r>
      <w:proofErr w:type="spellStart"/>
      <w:r w:rsidR="00C02BC2">
        <w:rPr>
          <w:b w:val="0"/>
          <w:bCs/>
          <w:iCs/>
          <w:lang w:val="de-DE"/>
        </w:rPr>
        <w:t>To</w:t>
      </w:r>
      <w:proofErr w:type="spellEnd"/>
      <w:r w:rsidR="002B56F8">
        <w:rPr>
          <w:b w:val="0"/>
          <w:bCs/>
          <w:iCs/>
          <w:lang w:val="de-DE"/>
        </w:rPr>
        <w:t>-</w:t>
      </w:r>
      <w:r w:rsidR="00C02BC2">
        <w:rPr>
          <w:b w:val="0"/>
          <w:bCs/>
          <w:iCs/>
          <w:lang w:val="de-DE"/>
        </w:rPr>
        <w:t>Go</w:t>
      </w:r>
      <w:r w:rsidR="002B56F8">
        <w:rPr>
          <w:b w:val="0"/>
          <w:bCs/>
          <w:iCs/>
          <w:lang w:val="de-DE"/>
        </w:rPr>
        <w:t>-</w:t>
      </w:r>
      <w:r w:rsidR="00C02BC2">
        <w:rPr>
          <w:b w:val="0"/>
          <w:bCs/>
          <w:iCs/>
          <w:lang w:val="de-DE"/>
        </w:rPr>
        <w:t xml:space="preserve">Getränke und </w:t>
      </w:r>
      <w:r w:rsidR="002B56F8">
        <w:rPr>
          <w:b w:val="0"/>
          <w:bCs/>
          <w:iCs/>
          <w:lang w:val="de-DE"/>
        </w:rPr>
        <w:t xml:space="preserve">-Gerichte </w:t>
      </w:r>
      <w:r w:rsidR="00C02BC2">
        <w:rPr>
          <w:b w:val="0"/>
          <w:bCs/>
          <w:iCs/>
          <w:lang w:val="de-DE"/>
        </w:rPr>
        <w:t xml:space="preserve">die Einwegplastikprodukte komplett durch </w:t>
      </w:r>
      <w:r w:rsidR="00C02BC2" w:rsidRPr="00C02BC2">
        <w:rPr>
          <w:b w:val="0"/>
          <w:bCs/>
          <w:iCs/>
          <w:lang w:val="de-DE"/>
        </w:rPr>
        <w:t>das Mehrwegsystem RECUP und REBOWL</w:t>
      </w:r>
      <w:r w:rsidR="00C02BC2">
        <w:rPr>
          <w:b w:val="0"/>
          <w:bCs/>
          <w:iCs/>
          <w:lang w:val="de-DE"/>
        </w:rPr>
        <w:t xml:space="preserve"> ersetzt</w:t>
      </w:r>
      <w:r w:rsidR="00C02BC2" w:rsidRPr="00C02BC2">
        <w:rPr>
          <w:b w:val="0"/>
          <w:bCs/>
          <w:iCs/>
          <w:lang w:val="de-DE"/>
        </w:rPr>
        <w:t>.</w:t>
      </w:r>
      <w:r w:rsidR="00467F2D">
        <w:rPr>
          <w:b w:val="0"/>
          <w:bCs/>
          <w:iCs/>
          <w:lang w:val="de-DE"/>
        </w:rPr>
        <w:t xml:space="preserve"> </w:t>
      </w:r>
    </w:p>
    <w:p w14:paraId="2CE3CE9D" w14:textId="77777777" w:rsidR="00D53DAC" w:rsidRDefault="00D53DAC" w:rsidP="00802BF8">
      <w:pPr>
        <w:rPr>
          <w:iCs/>
        </w:rPr>
      </w:pPr>
    </w:p>
    <w:p w14:paraId="67BCA7A2" w14:textId="071EE51B" w:rsidR="008D329D" w:rsidRPr="00D80696" w:rsidRDefault="00802BF8" w:rsidP="00802BF8">
      <w:pPr>
        <w:rPr>
          <w:bCs/>
        </w:rPr>
      </w:pPr>
      <w:r w:rsidRPr="006A33D3">
        <w:rPr>
          <w:iCs/>
        </w:rPr>
        <w:t>Die Preisverleihung</w:t>
      </w:r>
      <w:r w:rsidR="003B1A2C">
        <w:rPr>
          <w:iCs/>
        </w:rPr>
        <w:t xml:space="preserve"> </w:t>
      </w:r>
      <w:r w:rsidRPr="006A33D3">
        <w:rPr>
          <w:iCs/>
        </w:rPr>
        <w:t>erfolgte am 9. August im Rahmen einer kleinen Feier im GEZE</w:t>
      </w:r>
      <w:r w:rsidR="002B56F8">
        <w:rPr>
          <w:iCs/>
        </w:rPr>
        <w:t>-</w:t>
      </w:r>
      <w:r w:rsidRPr="006A33D3">
        <w:rPr>
          <w:iCs/>
        </w:rPr>
        <w:t xml:space="preserve">Betriebsrestaurant durch </w:t>
      </w:r>
      <w:r w:rsidRPr="006A33D3">
        <w:rPr>
          <w:bCs/>
        </w:rPr>
        <w:t>Peter Hauck, Minister für Ernährung, Ländlichen Raum und Verbraucherschutz in Baden-Württemberg</w:t>
      </w:r>
      <w:r>
        <w:rPr>
          <w:bCs/>
        </w:rPr>
        <w:t xml:space="preserve">. Sie markierte den erfolgreichen Abschluss der Einführung des neuen </w:t>
      </w:r>
      <w:r w:rsidR="003B1A2C">
        <w:rPr>
          <w:bCs/>
        </w:rPr>
        <w:t>K</w:t>
      </w:r>
      <w:r>
        <w:rPr>
          <w:bCs/>
        </w:rPr>
        <w:t xml:space="preserve">onzepts. </w:t>
      </w:r>
      <w:r w:rsidR="00D80696">
        <w:rPr>
          <w:bCs/>
        </w:rPr>
        <w:t>„</w:t>
      </w:r>
      <w:r w:rsidR="00D80696" w:rsidRPr="00D80696">
        <w:rPr>
          <w:bCs/>
        </w:rPr>
        <w:t>Mit dem GEZE</w:t>
      </w:r>
      <w:r w:rsidR="002B56F8">
        <w:rPr>
          <w:bCs/>
        </w:rPr>
        <w:t>-</w:t>
      </w:r>
      <w:proofErr w:type="spellStart"/>
      <w:r w:rsidR="00D80696" w:rsidRPr="00D80696">
        <w:rPr>
          <w:bCs/>
        </w:rPr>
        <w:t>Foodkonzept</w:t>
      </w:r>
      <w:proofErr w:type="spellEnd"/>
      <w:r w:rsidR="00D80696" w:rsidRPr="00D80696">
        <w:rPr>
          <w:bCs/>
        </w:rPr>
        <w:t xml:space="preserve"> geben wir nachhaltigem Konsum und der gesunden Ernährung unserer Mitarbeitenden einen besonderen Stellenwert. Das Zertifikat </w:t>
      </w:r>
      <w:r w:rsidR="002B56F8">
        <w:rPr>
          <w:bCs/>
        </w:rPr>
        <w:t>‚</w:t>
      </w:r>
      <w:r w:rsidR="00D80696" w:rsidRPr="00D80696">
        <w:rPr>
          <w:bCs/>
        </w:rPr>
        <w:t>Schmeck den Süden</w:t>
      </w:r>
      <w:r w:rsidR="002B56F8">
        <w:rPr>
          <w:bCs/>
        </w:rPr>
        <w:t>‘</w:t>
      </w:r>
      <w:r w:rsidR="00D80696" w:rsidRPr="00D80696">
        <w:rPr>
          <w:bCs/>
        </w:rPr>
        <w:t xml:space="preserve"> beweist nun, dass wir es damit ernst meinen!</w:t>
      </w:r>
      <w:r w:rsidR="00467F2D">
        <w:rPr>
          <w:bCs/>
          <w:iCs/>
        </w:rPr>
        <w:t>“</w:t>
      </w:r>
      <w:r w:rsidR="002B56F8">
        <w:rPr>
          <w:bCs/>
          <w:iCs/>
        </w:rPr>
        <w:t>,</w:t>
      </w:r>
      <w:r w:rsidR="00467F2D">
        <w:rPr>
          <w:bCs/>
          <w:iCs/>
        </w:rPr>
        <w:t xml:space="preserve"> sagt </w:t>
      </w:r>
      <w:r w:rsidR="00467F2D" w:rsidRPr="00467F2D">
        <w:rPr>
          <w:bCs/>
          <w:iCs/>
        </w:rPr>
        <w:t>Sandra Alber, Chief Officer Legal &amp; Finance</w:t>
      </w:r>
      <w:r w:rsidR="00467F2D">
        <w:rPr>
          <w:bCs/>
          <w:iCs/>
        </w:rPr>
        <w:t>.</w:t>
      </w:r>
    </w:p>
    <w:p w14:paraId="1C22DD25" w14:textId="4CF3FE41" w:rsidR="00095819" w:rsidRPr="008C4AB7" w:rsidRDefault="00D27007" w:rsidP="008F0D1C">
      <w:pPr>
        <w:pStyle w:val="berschrift1"/>
        <w:rPr>
          <w:lang w:val="de-DE"/>
        </w:rPr>
      </w:pPr>
      <w:r w:rsidRPr="008C4AB7">
        <w:rPr>
          <w:lang w:val="de-DE"/>
        </w:rPr>
        <w:t xml:space="preserve">Das Zertifikat </w:t>
      </w:r>
      <w:r w:rsidR="003F56B0" w:rsidRPr="008C4AB7">
        <w:rPr>
          <w:lang w:val="de-DE"/>
        </w:rPr>
        <w:t>"</w:t>
      </w:r>
      <w:r w:rsidRPr="008C4AB7">
        <w:rPr>
          <w:lang w:val="de-DE"/>
        </w:rPr>
        <w:t>Schmeck den Süden</w:t>
      </w:r>
      <w:r w:rsidR="003F56B0" w:rsidRPr="008C4AB7">
        <w:rPr>
          <w:lang w:val="de-DE"/>
        </w:rPr>
        <w:t>"</w:t>
      </w:r>
    </w:p>
    <w:p w14:paraId="1E0AC855" w14:textId="776B8548" w:rsidR="00695F86" w:rsidRDefault="00D272A1" w:rsidP="00095819">
      <w:pPr>
        <w:rPr>
          <w:iCs/>
        </w:rPr>
      </w:pPr>
      <w:r w:rsidRPr="008C4AB7">
        <w:t xml:space="preserve">Das Qualitätssiegel, das vom </w:t>
      </w:r>
      <w:r w:rsidR="002B56F8" w:rsidRPr="00D272A1">
        <w:t>D</w:t>
      </w:r>
      <w:r w:rsidR="002B56F8">
        <w:t>ehoga</w:t>
      </w:r>
      <w:r w:rsidR="002B56F8" w:rsidRPr="00D272A1">
        <w:t xml:space="preserve"> </w:t>
      </w:r>
      <w:r w:rsidRPr="00D272A1">
        <w:t>Baden-Württemberg und dem Ministerium für Ernährung, Ländlichen Raum und Verbraucherschutz</w:t>
      </w:r>
      <w:r>
        <w:t xml:space="preserve"> entwickelt wurde, knüpft</w:t>
      </w:r>
      <w:r w:rsidR="003F56B0">
        <w:t xml:space="preserve"> </w:t>
      </w:r>
      <w:r>
        <w:lastRenderedPageBreak/>
        <w:t xml:space="preserve">anspruchsvolle Kriterien an den Erwerb des Zertifikats: </w:t>
      </w:r>
      <w:r w:rsidR="00695F86" w:rsidRPr="00695F86">
        <w:rPr>
          <w:iCs/>
        </w:rPr>
        <w:t xml:space="preserve">So müssen sowohl das Frischfleisch und </w:t>
      </w:r>
      <w:r w:rsidR="00695F86">
        <w:rPr>
          <w:iCs/>
        </w:rPr>
        <w:t xml:space="preserve">alle sonstigen </w:t>
      </w:r>
      <w:r w:rsidR="00695F86" w:rsidRPr="00695F86">
        <w:rPr>
          <w:iCs/>
        </w:rPr>
        <w:t>Fleischerzeugnisse von Rind, Schwein und Lamm als auch die verwendeten Eier das Qualitätszeichen Baden-Württemberg</w:t>
      </w:r>
      <w:r w:rsidR="00695F86" w:rsidRPr="006238E3">
        <w:rPr>
          <w:iCs/>
          <w:color w:val="FF0000"/>
        </w:rPr>
        <w:t xml:space="preserve"> </w:t>
      </w:r>
      <w:r w:rsidR="00695F86" w:rsidRPr="00695F86">
        <w:rPr>
          <w:iCs/>
        </w:rPr>
        <w:t xml:space="preserve">sowie die EU-Zeichen für geschützte Ursprungsbezeichnung und für geschützte geografische Angabe vorweisen. Zudem muss – um </w:t>
      </w:r>
      <w:r w:rsidR="00810049">
        <w:rPr>
          <w:iCs/>
        </w:rPr>
        <w:t>einen</w:t>
      </w:r>
      <w:r w:rsidR="00695F86" w:rsidRPr="00695F86">
        <w:rPr>
          <w:iCs/>
        </w:rPr>
        <w:t xml:space="preserve"> „Goldenen Löwen“ zu erhalten – an einem Aktionstag pro Woche mindestens ein vollständig regionales Gericht auf der Karte stehen.</w:t>
      </w:r>
      <w:r w:rsidR="00C90610">
        <w:rPr>
          <w:iCs/>
        </w:rPr>
        <w:t xml:space="preserve"> D</w:t>
      </w:r>
      <w:r w:rsidR="00977E99">
        <w:rPr>
          <w:iCs/>
        </w:rPr>
        <w:t>er erfolgreich abgeschlossene Audit durch eine Prüfungskommission und die</w:t>
      </w:r>
      <w:r w:rsidR="00C90610">
        <w:rPr>
          <w:iCs/>
        </w:rPr>
        <w:t xml:space="preserve"> Auszeichnung </w:t>
      </w:r>
      <w:r w:rsidR="00707ABF">
        <w:rPr>
          <w:iCs/>
        </w:rPr>
        <w:t xml:space="preserve">des </w:t>
      </w:r>
      <w:r w:rsidR="00C90610">
        <w:rPr>
          <w:iCs/>
        </w:rPr>
        <w:t xml:space="preserve">Partners </w:t>
      </w:r>
      <w:proofErr w:type="spellStart"/>
      <w:r w:rsidR="002B56F8">
        <w:rPr>
          <w:iCs/>
        </w:rPr>
        <w:t>A</w:t>
      </w:r>
      <w:r w:rsidR="00C90610">
        <w:rPr>
          <w:iCs/>
        </w:rPr>
        <w:t>ramark</w:t>
      </w:r>
      <w:proofErr w:type="spellEnd"/>
      <w:r w:rsidR="00C90610">
        <w:rPr>
          <w:iCs/>
        </w:rPr>
        <w:t xml:space="preserve"> bestätigt nun, dass das GEZE</w:t>
      </w:r>
      <w:r w:rsidR="002B56F8">
        <w:rPr>
          <w:iCs/>
        </w:rPr>
        <w:t>-</w:t>
      </w:r>
      <w:r w:rsidR="00C90610">
        <w:rPr>
          <w:iCs/>
        </w:rPr>
        <w:t>Betriebsrestaurant all diese</w:t>
      </w:r>
      <w:r w:rsidR="00695F86">
        <w:rPr>
          <w:iCs/>
        </w:rPr>
        <w:t xml:space="preserve"> Anforderungen</w:t>
      </w:r>
      <w:r w:rsidR="00C90610">
        <w:rPr>
          <w:iCs/>
        </w:rPr>
        <w:t xml:space="preserve"> erfüllt.</w:t>
      </w:r>
      <w:r w:rsidR="00467F2D">
        <w:rPr>
          <w:iCs/>
        </w:rPr>
        <w:t xml:space="preserve"> </w:t>
      </w:r>
      <w:r w:rsidR="00467F2D" w:rsidRPr="00467F2D">
        <w:rPr>
          <w:iCs/>
        </w:rPr>
        <w:t xml:space="preserve">„Die Auszeichnung freut mich sehr, denn gutes gesundes und nachhaltiges Essen </w:t>
      </w:r>
      <w:r w:rsidR="00FF50E9">
        <w:rPr>
          <w:iCs/>
        </w:rPr>
        <w:t>ist</w:t>
      </w:r>
      <w:r w:rsidR="00467F2D" w:rsidRPr="00467F2D">
        <w:rPr>
          <w:iCs/>
        </w:rPr>
        <w:t xml:space="preserve"> mir eine Herzensangelegenheit. Auch wenn die Kriterien und die Vorbereitung anspruchsvoll sind: Es lohnt sich! Vor allem dann, wenn man in die zufriedenen Gesichter der Gäste blickt</w:t>
      </w:r>
      <w:r w:rsidR="00467F2D">
        <w:rPr>
          <w:iCs/>
        </w:rPr>
        <w:t>“</w:t>
      </w:r>
      <w:r w:rsidR="002B56F8">
        <w:rPr>
          <w:iCs/>
        </w:rPr>
        <w:t>,</w:t>
      </w:r>
      <w:r w:rsidR="00467F2D">
        <w:rPr>
          <w:iCs/>
        </w:rPr>
        <w:t xml:space="preserve"> so </w:t>
      </w:r>
      <w:r w:rsidR="00467F2D" w:rsidRPr="002354A9">
        <w:rPr>
          <w:color w:val="000000" w:themeColor="text1"/>
        </w:rPr>
        <w:t xml:space="preserve">Frank </w:t>
      </w:r>
      <w:r w:rsidR="00467F2D" w:rsidRPr="002354A9">
        <w:rPr>
          <w:color w:val="000000"/>
        </w:rPr>
        <w:t>Spieth</w:t>
      </w:r>
      <w:r w:rsidR="00467F2D" w:rsidRPr="003F65CC">
        <w:rPr>
          <w:color w:val="000000"/>
        </w:rPr>
        <w:t xml:space="preserve">, </w:t>
      </w:r>
      <w:r w:rsidR="00467F2D">
        <w:rPr>
          <w:color w:val="000000"/>
        </w:rPr>
        <w:t>Betriebsleiter der GEZE-Kantine in Leonberg.</w:t>
      </w:r>
      <w:r w:rsidR="00467F2D">
        <w:rPr>
          <w:iCs/>
        </w:rPr>
        <w:t xml:space="preserve"> </w:t>
      </w:r>
    </w:p>
    <w:p w14:paraId="40A79155" w14:textId="77777777" w:rsidR="00707ABF" w:rsidRDefault="00707ABF" w:rsidP="00095819">
      <w:pPr>
        <w:rPr>
          <w:iCs/>
        </w:rPr>
      </w:pPr>
    </w:p>
    <w:p w14:paraId="0B2AF153" w14:textId="77777777" w:rsidR="006904C8" w:rsidRPr="00C90610" w:rsidRDefault="006904C8" w:rsidP="00095819">
      <w:pPr>
        <w:rPr>
          <w:iCs/>
        </w:rPr>
      </w:pPr>
    </w:p>
    <w:p w14:paraId="54AAA3BC" w14:textId="204CD9D1" w:rsidR="00095819" w:rsidRPr="006904C8" w:rsidRDefault="00095819" w:rsidP="00095819">
      <w:r w:rsidRPr="006904C8">
        <w:t>Weitere Informationen:</w:t>
      </w:r>
    </w:p>
    <w:p w14:paraId="4AE50466" w14:textId="591B3865" w:rsidR="00121200" w:rsidRDefault="00000000" w:rsidP="00095819">
      <w:hyperlink r:id="rId9" w:history="1">
        <w:r w:rsidR="00121200" w:rsidRPr="006904C8">
          <w:rPr>
            <w:rStyle w:val="Hyperlink"/>
            <w:sz w:val="22"/>
            <w:szCs w:val="22"/>
          </w:rPr>
          <w:t>https://www.dehogabw.de/vermarkten/gastronomie-initiativen/schmeck-den-sueden.html</w:t>
        </w:r>
      </w:hyperlink>
    </w:p>
    <w:p w14:paraId="2529A763" w14:textId="77777777" w:rsidR="007F1D4F" w:rsidRDefault="007F1D4F" w:rsidP="00095819"/>
    <w:p w14:paraId="030E84DB" w14:textId="77777777" w:rsidR="007F1D4F" w:rsidRDefault="007F1D4F" w:rsidP="00095819">
      <w:pPr>
        <w:rPr>
          <w:sz w:val="22"/>
          <w:szCs w:val="22"/>
        </w:rPr>
      </w:pPr>
    </w:p>
    <w:p w14:paraId="4AB0692C" w14:textId="77777777" w:rsidR="00121200" w:rsidRPr="00121200" w:rsidRDefault="00121200" w:rsidP="00095819">
      <w:pPr>
        <w:rPr>
          <w:sz w:val="22"/>
          <w:szCs w:val="22"/>
        </w:rPr>
      </w:pPr>
    </w:p>
    <w:p w14:paraId="0D74690A" w14:textId="77777777" w:rsidR="006B111C" w:rsidRPr="008C4AB7" w:rsidRDefault="006B111C" w:rsidP="006B111C">
      <w:pPr>
        <w:rPr>
          <w:b/>
        </w:rPr>
      </w:pPr>
      <w:r w:rsidRPr="008C4AB7">
        <w:rPr>
          <w:b/>
        </w:rPr>
        <w:t xml:space="preserve">ÜBER GEZE </w:t>
      </w:r>
    </w:p>
    <w:p w14:paraId="0A1A8320" w14:textId="77777777" w:rsidR="00B244C5" w:rsidRDefault="00B244C5" w:rsidP="00B244C5">
      <w:pPr>
        <w:rPr>
          <w:kern w:val="0"/>
        </w:rPr>
      </w:pPr>
      <w:r>
        <w:t xml:space="preserve">GEZE gehört zu den weltweit führenden Unternehmen für Produkte, Systemlösungen und umfassenden Service rund um Türen und Fenster. Der Spezialist für innovative und moderne Tür-, Fenster- und Sicherheitstechnik erzielt mit fundierter Branchen- und Fachkenntnis </w:t>
      </w:r>
      <w:r w:rsidRPr="00376DD0">
        <w:t>seit 160 Jahren</w:t>
      </w:r>
      <w:r>
        <w:t xml:space="preserve"> herausragende Ergebnisse, die Gebäude lebenswert machen.</w:t>
      </w:r>
    </w:p>
    <w:p w14:paraId="36252862" w14:textId="77777777" w:rsidR="00B244C5" w:rsidRDefault="00B244C5" w:rsidP="00B244C5">
      <w:r>
        <w:t xml:space="preserve">Weltweit arbeiten bei GEZE mehr als 3.000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 </w:t>
      </w:r>
      <w:r w:rsidRPr="00376DD0">
        <w:t>2023 feiert das Familienunternehmen sein 160. Gründungsjubiläum.</w:t>
      </w:r>
    </w:p>
    <w:p w14:paraId="7B65F142" w14:textId="77777777" w:rsidR="008F511E" w:rsidRPr="008F511E" w:rsidRDefault="00A03805" w:rsidP="00095819">
      <w:pPr>
        <w:rPr>
          <w:lang w:val="en-GB"/>
        </w:rPr>
      </w:pPr>
      <w:r>
        <w:rPr>
          <w:noProof/>
          <w:lang w:eastAsia="de-DE"/>
        </w:rPr>
        <mc:AlternateContent>
          <mc:Choice Requires="wps">
            <w:drawing>
              <wp:anchor distT="180340" distB="0" distL="114300" distR="114300" simplePos="0" relativeHeight="251659264" behindDoc="0" locked="0" layoutInCell="1" allowOverlap="1" wp14:anchorId="10E55EC0" wp14:editId="4A70A346">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37A338" w14:textId="77777777" w:rsidTr="00454337">
                              <w:trPr>
                                <w:cantSplit/>
                                <w:trHeight w:hRule="exact" w:val="482"/>
                              </w:trPr>
                              <w:tc>
                                <w:tcPr>
                                  <w:tcW w:w="6321" w:type="dxa"/>
                                  <w:tcMar>
                                    <w:bottom w:w="91" w:type="dxa"/>
                                  </w:tcMar>
                                </w:tcPr>
                                <w:p w14:paraId="663339A7" w14:textId="77777777" w:rsidR="00512C05" w:rsidRPr="002627A3" w:rsidRDefault="007F0435" w:rsidP="00113091">
                                  <w:pPr>
                                    <w:pStyle w:val="KontaktTitel"/>
                                  </w:pPr>
                                  <w:r w:rsidRPr="002627A3">
                                    <w:t>Kontakt</w:t>
                                  </w:r>
                                </w:p>
                              </w:tc>
                            </w:tr>
                            <w:tr w:rsidR="007F0435" w:rsidRPr="006904C8" w14:paraId="1FC40C3F" w14:textId="77777777" w:rsidTr="00575AEF">
                              <w:trPr>
                                <w:cantSplit/>
                                <w:trHeight w:hRule="exact" w:val="425"/>
                              </w:trPr>
                              <w:tc>
                                <w:tcPr>
                                  <w:tcW w:w="6321" w:type="dxa"/>
                                </w:tcPr>
                                <w:p w14:paraId="2F7D763C" w14:textId="77777777" w:rsidR="007F0435" w:rsidRPr="00F15040" w:rsidRDefault="007F0435" w:rsidP="00094A49">
                                  <w:pPr>
                                    <w:pStyle w:val="Kontakt"/>
                                    <w:rPr>
                                      <w:lang w:val="en-GB"/>
                                    </w:rPr>
                                  </w:pPr>
                                  <w:bookmarkStart w:id="0"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0"/>
                                </w:p>
                                <w:p w14:paraId="7B2D9BEF"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3F16A06F" w14:textId="77777777" w:rsidR="00A03805" w:rsidRPr="007F0435" w:rsidRDefault="00A03805" w:rsidP="007F0435">
                            <w:pPr>
                              <w:rPr>
                                <w:color w:val="FFFFFF" w:themeColor="background1"/>
                                <w:sz w:val="13"/>
                                <w:szCs w:val="13"/>
                                <w:lang w:val="en-GB"/>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E55EC0"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37A338" w14:textId="77777777" w:rsidTr="00454337">
                        <w:trPr>
                          <w:cantSplit/>
                          <w:trHeight w:hRule="exact" w:val="482"/>
                        </w:trPr>
                        <w:tc>
                          <w:tcPr>
                            <w:tcW w:w="6321" w:type="dxa"/>
                            <w:tcMar>
                              <w:bottom w:w="91" w:type="dxa"/>
                            </w:tcMar>
                          </w:tcPr>
                          <w:p w14:paraId="663339A7" w14:textId="77777777" w:rsidR="00512C05" w:rsidRPr="002627A3" w:rsidRDefault="007F0435" w:rsidP="00113091">
                            <w:pPr>
                              <w:pStyle w:val="KontaktTitel"/>
                            </w:pPr>
                            <w:r w:rsidRPr="002627A3">
                              <w:t>Kontakt</w:t>
                            </w:r>
                          </w:p>
                        </w:tc>
                      </w:tr>
                      <w:tr w:rsidR="007F0435" w:rsidRPr="006904C8" w14:paraId="1FC40C3F" w14:textId="77777777" w:rsidTr="00575AEF">
                        <w:trPr>
                          <w:cantSplit/>
                          <w:trHeight w:hRule="exact" w:val="425"/>
                        </w:trPr>
                        <w:tc>
                          <w:tcPr>
                            <w:tcW w:w="6321" w:type="dxa"/>
                          </w:tcPr>
                          <w:p w14:paraId="2F7D763C" w14:textId="77777777" w:rsidR="007F0435" w:rsidRPr="00F15040" w:rsidRDefault="007F0435" w:rsidP="00094A49">
                            <w:pPr>
                              <w:pStyle w:val="Kontakt"/>
                              <w:rPr>
                                <w:lang w:val="en-GB"/>
                              </w:rPr>
                            </w:pPr>
                            <w:bookmarkStart w:id="1" w:name="_Hlk530667725"/>
                            <w:r w:rsidRPr="00F15040">
                              <w:rPr>
                                <w:rStyle w:val="Auszeichnung"/>
                                <w:spacing w:val="-4"/>
                                <w:lang w:val="en-GB"/>
                              </w:rPr>
                              <w:t xml:space="preserve">GEZE </w:t>
                            </w:r>
                            <w:r w:rsidRPr="00F15040">
                              <w:rPr>
                                <w:rStyle w:val="Auszeichnung"/>
                                <w:lang w:val="en-GB"/>
                              </w:rPr>
                              <w:t>Gm</w:t>
                            </w:r>
                            <w:r w:rsidRPr="00F15040">
                              <w:rPr>
                                <w:rStyle w:val="Auszeichnung"/>
                                <w:spacing w:val="-4"/>
                                <w:lang w:val="en-GB"/>
                              </w:rPr>
                              <w:t>bH</w:t>
                            </w:r>
                            <w:r w:rsidR="001F462D">
                              <w:rPr>
                                <w:lang w:val="en-GB"/>
                              </w:rPr>
                              <w:t xml:space="preserve"> </w:t>
                            </w:r>
                            <w:r w:rsidR="00B556B7" w:rsidRPr="0053157C">
                              <w:rPr>
                                <w:rStyle w:val="KontaktPipe"/>
                                <w:position w:val="-2"/>
                                <w:sz w:val="18"/>
                                <w:szCs w:val="18"/>
                              </w:rPr>
                              <w:t>I</w:t>
                            </w:r>
                            <w:r w:rsidRPr="00F15040">
                              <w:rPr>
                                <w:lang w:val="en-GB"/>
                              </w:rPr>
                              <w:t xml:space="preserve"> Corporate Communicati</w:t>
                            </w:r>
                            <w:r w:rsidR="00575AEF" w:rsidRPr="00F15040">
                              <w:rPr>
                                <w:lang w:val="en-GB"/>
                              </w:rPr>
                              <w:t>o</w:t>
                            </w:r>
                            <w:r w:rsidRPr="00F15040">
                              <w:rPr>
                                <w:lang w:val="en-GB"/>
                              </w:rPr>
                              <w:t>ns</w:t>
                            </w:r>
                            <w:bookmarkEnd w:id="1"/>
                          </w:p>
                          <w:p w14:paraId="7B2D9BEF" w14:textId="77777777" w:rsidR="007F0435" w:rsidRPr="00F15040" w:rsidRDefault="00E10257" w:rsidP="00094A49">
                            <w:pPr>
                              <w:pStyle w:val="Kontakt"/>
                              <w:rPr>
                                <w:lang w:val="en-GB"/>
                              </w:rPr>
                            </w:pPr>
                            <w:r w:rsidRPr="00F15040">
                              <w:rPr>
                                <w:lang w:val="en-GB"/>
                              </w:rPr>
                              <w:t>Reinhold-</w:t>
                            </w:r>
                            <w:proofErr w:type="spellStart"/>
                            <w:r w:rsidRPr="00F15040">
                              <w:rPr>
                                <w:lang w:val="en-GB"/>
                              </w:rPr>
                              <w:t>Vöster</w:t>
                            </w:r>
                            <w:proofErr w:type="spellEnd"/>
                            <w:r w:rsidRPr="00F15040">
                              <w:rPr>
                                <w:lang w:val="en-GB"/>
                              </w:rPr>
                              <w:t>-Str</w:t>
                            </w:r>
                            <w:r w:rsidR="007F0435" w:rsidRPr="00F15040">
                              <w:rPr>
                                <w:lang w:val="en-GB"/>
                              </w:rPr>
                              <w:t>. 21</w:t>
                            </w:r>
                            <w:r w:rsidR="00094A49" w:rsidRPr="00F15040">
                              <w:rPr>
                                <w:rStyle w:val="KontaktAbstandschmal"/>
                              </w:rPr>
                              <w:t xml:space="preserve"> </w:t>
                            </w:r>
                            <w:r w:rsidR="007F0435" w:rsidRPr="00F15040">
                              <w:rPr>
                                <w:lang w:val="en-GB"/>
                              </w:rPr>
                              <w:t>–</w:t>
                            </w:r>
                            <w:r w:rsidR="007F0435" w:rsidRPr="00F15040">
                              <w:rPr>
                                <w:rStyle w:val="KontaktAbstandschmal"/>
                              </w:rPr>
                              <w:t xml:space="preserve"> </w:t>
                            </w:r>
                            <w:r w:rsidR="007F0435" w:rsidRPr="00F15040">
                              <w:rPr>
                                <w:lang w:val="en-GB"/>
                              </w:rPr>
                              <w:t>29</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F15040">
                              <w:rPr>
                                <w:lang w:val="en-GB"/>
                              </w:rPr>
                              <w:t>D-71229 Leonberg</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proofErr w:type="gramStart"/>
                            <w:r w:rsidR="007F0435" w:rsidRPr="00454337">
                              <w:rPr>
                                <w:rStyle w:val="KontaktVorsatzwort"/>
                                <w:lang w:val="en-GB"/>
                              </w:rPr>
                              <w:t>TEL</w:t>
                            </w:r>
                            <w:r w:rsidR="007F0435" w:rsidRPr="00F15040">
                              <w:rPr>
                                <w:lang w:val="en-GB"/>
                              </w:rPr>
                              <w:t xml:space="preserve"> </w:t>
                            </w:r>
                            <w:r w:rsidR="00454337">
                              <w:rPr>
                                <w:lang w:val="en-GB"/>
                              </w:rPr>
                              <w:t xml:space="preserve"> </w:t>
                            </w:r>
                            <w:r w:rsidR="007F0435" w:rsidRPr="00F15040">
                              <w:rPr>
                                <w:lang w:val="en-GB"/>
                              </w:rPr>
                              <w:t>+</w:t>
                            </w:r>
                            <w:proofErr w:type="gramEnd"/>
                            <w:r w:rsidR="007F0435" w:rsidRPr="00F15040">
                              <w:rPr>
                                <w:lang w:val="en-GB"/>
                              </w:rPr>
                              <w:t>49 7152 203-0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FAX</w:t>
                            </w:r>
                            <w:r w:rsidR="007F0435" w:rsidRPr="00F15040">
                              <w:rPr>
                                <w:lang w:val="en-GB"/>
                              </w:rPr>
                              <w:t xml:space="preserve">  +49 7152 203-310</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MAIL</w:t>
                            </w:r>
                            <w:r w:rsidR="007F0435" w:rsidRPr="00F15040">
                              <w:rPr>
                                <w:lang w:val="en-GB"/>
                              </w:rPr>
                              <w:t xml:space="preserve"> </w:t>
                            </w:r>
                            <w:r w:rsidR="00454337">
                              <w:rPr>
                                <w:lang w:val="en-GB"/>
                              </w:rPr>
                              <w:t xml:space="preserve"> </w:t>
                            </w:r>
                            <w:r w:rsidR="007F0435" w:rsidRPr="00F15040">
                              <w:rPr>
                                <w:lang w:val="en-GB"/>
                              </w:rPr>
                              <w:t>presse@geze.com</w:t>
                            </w:r>
                            <w:r w:rsidR="001F462D">
                              <w:rPr>
                                <w:lang w:val="en-GB"/>
                              </w:rPr>
                              <w:t xml:space="preserve"> </w:t>
                            </w:r>
                            <w:r w:rsidR="00B556B7" w:rsidRPr="0053157C">
                              <w:rPr>
                                <w:rStyle w:val="KontaktPipe"/>
                                <w:position w:val="-2"/>
                                <w:sz w:val="18"/>
                                <w:szCs w:val="18"/>
                              </w:rPr>
                              <w:t>I</w:t>
                            </w:r>
                            <w:r w:rsidR="001F462D" w:rsidRPr="00F15040">
                              <w:rPr>
                                <w:lang w:val="en-GB"/>
                              </w:rPr>
                              <w:t xml:space="preserve"> </w:t>
                            </w:r>
                            <w:r w:rsidR="007F0435" w:rsidRPr="00454337">
                              <w:rPr>
                                <w:rStyle w:val="KontaktVorsatzwort"/>
                                <w:lang w:val="en-GB"/>
                              </w:rPr>
                              <w:t>WEB</w:t>
                            </w:r>
                            <w:r w:rsidR="007F0435" w:rsidRPr="00F15040">
                              <w:rPr>
                                <w:lang w:val="en-GB"/>
                              </w:rPr>
                              <w:t xml:space="preserve">  www.geze.de</w:t>
                            </w:r>
                          </w:p>
                        </w:tc>
                      </w:tr>
                    </w:tbl>
                    <w:p w14:paraId="3F16A06F" w14:textId="77777777" w:rsidR="00A03805" w:rsidRPr="007F0435" w:rsidRDefault="00A03805" w:rsidP="007F0435">
                      <w:pPr>
                        <w:rPr>
                          <w:color w:val="FFFFFF" w:themeColor="background1"/>
                          <w:sz w:val="13"/>
                          <w:szCs w:val="13"/>
                          <w:lang w:val="en-GB"/>
                          <w14:textFill>
                            <w14:noFill/>
                          </w14:textFill>
                        </w:rPr>
                      </w:pPr>
                    </w:p>
                  </w:txbxContent>
                </v:textbox>
                <w10:wrap type="topAndBottom" anchory="page"/>
              </v:shape>
            </w:pict>
          </mc:Fallback>
        </mc:AlternateContent>
      </w:r>
    </w:p>
    <w:sectPr w:rsidR="008F511E" w:rsidRPr="008F511E"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7EC528" w14:textId="77777777" w:rsidR="00997BEC" w:rsidRDefault="00997BEC" w:rsidP="008D6134">
      <w:pPr>
        <w:spacing w:line="240" w:lineRule="auto"/>
      </w:pPr>
      <w:r>
        <w:separator/>
      </w:r>
    </w:p>
  </w:endnote>
  <w:endnote w:type="continuationSeparator" w:id="0">
    <w:p w14:paraId="2995B7D7" w14:textId="77777777" w:rsidR="00997BEC" w:rsidRDefault="00997BE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62885" w14:textId="77777777" w:rsidR="00997BEC" w:rsidRDefault="00997BEC" w:rsidP="008D6134">
      <w:pPr>
        <w:spacing w:line="240" w:lineRule="auto"/>
      </w:pPr>
      <w:r>
        <w:separator/>
      </w:r>
    </w:p>
  </w:footnote>
  <w:footnote w:type="continuationSeparator" w:id="0">
    <w:p w14:paraId="62EDBBFD" w14:textId="77777777" w:rsidR="00997BEC" w:rsidRDefault="00997BE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6904C8" w14:paraId="59A3B0DD" w14:textId="77777777" w:rsidTr="00B556B7">
      <w:trPr>
        <w:trHeight w:hRule="exact" w:val="204"/>
      </w:trPr>
      <w:tc>
        <w:tcPr>
          <w:tcW w:w="7359" w:type="dxa"/>
          <w:tcMar>
            <w:bottom w:w="45" w:type="dxa"/>
          </w:tcMar>
        </w:tcPr>
        <w:p w14:paraId="29A27D0A"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74FBF076" w14:textId="77777777" w:rsidTr="00B556B7">
      <w:trPr>
        <w:trHeight w:hRule="exact" w:val="425"/>
      </w:trPr>
      <w:tc>
        <w:tcPr>
          <w:tcW w:w="7359" w:type="dxa"/>
          <w:tcMar>
            <w:top w:w="210" w:type="dxa"/>
            <w:bottom w:w="57" w:type="dxa"/>
          </w:tcMar>
        </w:tcPr>
        <w:p w14:paraId="77C4EC04" w14:textId="0A513728"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3F56B0" w:rsidRPr="008B572B">
            <w:t>Pressemitteilung</w:t>
          </w:r>
          <w:r>
            <w:fldChar w:fldCharType="end"/>
          </w:r>
        </w:p>
        <w:p w14:paraId="589F5E92" w14:textId="77777777" w:rsidR="008A2F5C" w:rsidRPr="00C65692" w:rsidRDefault="008A2F5C" w:rsidP="00B556B7">
          <w:pPr>
            <w:pStyle w:val="DokumenttypFolgeseiten"/>
            <w:framePr w:hSpace="0" w:wrap="auto" w:vAnchor="margin" w:yAlign="inline"/>
          </w:pPr>
          <w:r>
            <w:t>Ü</w:t>
          </w:r>
        </w:p>
      </w:tc>
    </w:tr>
    <w:tr w:rsidR="00742404" w:rsidRPr="008A2F5C" w14:paraId="6AB343F1" w14:textId="77777777" w:rsidTr="00B556B7">
      <w:trPr>
        <w:trHeight w:hRule="exact" w:val="215"/>
      </w:trPr>
      <w:tc>
        <w:tcPr>
          <w:tcW w:w="7359" w:type="dxa"/>
        </w:tcPr>
        <w:p w14:paraId="0044CE84" w14:textId="6D57D84F"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3-08-14T00:00:00Z">
                <w:dateFormat w:val="dd.MM.yyyy"/>
                <w:lid w:val="de-DE"/>
                <w:storeMappedDataAs w:val="dateTime"/>
                <w:calendar w:val="gregorian"/>
              </w:date>
            </w:sdtPr>
            <w:sdtContent>
              <w:r w:rsidR="007F1D4F">
                <w:t>14.08.2023</w:t>
              </w:r>
            </w:sdtContent>
          </w:sdt>
        </w:p>
      </w:tc>
    </w:tr>
  </w:tbl>
  <w:p w14:paraId="7A4251E9"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D4D4C4E"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50D5F943" wp14:editId="3BC84F10">
          <wp:simplePos x="0" y="0"/>
          <wp:positionH relativeFrom="rightMargin">
            <wp:posOffset>-438150</wp:posOffset>
          </wp:positionH>
          <wp:positionV relativeFrom="page">
            <wp:posOffset>819150</wp:posOffset>
          </wp:positionV>
          <wp:extent cx="1619885" cy="1619885"/>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19885" cy="161988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7E7F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6904C8" w14:paraId="30FC173D" w14:textId="77777777" w:rsidTr="005A529F">
      <w:trPr>
        <w:trHeight w:hRule="exact" w:val="198"/>
      </w:trPr>
      <w:tc>
        <w:tcPr>
          <w:tcW w:w="7371" w:type="dxa"/>
        </w:tcPr>
        <w:p w14:paraId="1B8AA581" w14:textId="77777777" w:rsidR="00C3654A" w:rsidRPr="005A4E09" w:rsidRDefault="00C3654A" w:rsidP="005A529F">
          <w:pPr>
            <w:pStyle w:val="Absender"/>
            <w:framePr w:hSpace="0" w:wrap="auto" w:vAnchor="margin" w:hAnchor="text" w:yAlign="inline"/>
          </w:pPr>
          <w:bookmarkStart w:id="2"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2"/>
        </w:p>
      </w:tc>
    </w:tr>
    <w:tr w:rsidR="005A4E09" w:rsidRPr="005A4E09" w14:paraId="6D68978E" w14:textId="77777777" w:rsidTr="005A529F">
      <w:trPr>
        <w:trHeight w:val="765"/>
      </w:trPr>
      <w:tc>
        <w:tcPr>
          <w:tcW w:w="7371" w:type="dxa"/>
          <w:tcMar>
            <w:top w:w="204" w:type="dxa"/>
          </w:tcMar>
        </w:tcPr>
        <w:p w14:paraId="52143CAD" w14:textId="77777777" w:rsidR="00C3654A" w:rsidRPr="008B572B" w:rsidRDefault="00C3654A" w:rsidP="005A529F">
          <w:pPr>
            <w:pStyle w:val="Dokumenttyp"/>
            <w:framePr w:hSpace="0" w:wrap="auto" w:vAnchor="margin" w:hAnchor="text" w:yAlign="inline"/>
          </w:pPr>
          <w:bookmarkStart w:id="3" w:name="BM_Dokumenttyp"/>
          <w:r w:rsidRPr="008B572B">
            <w:t>Pressemitteilung</w:t>
          </w:r>
          <w:bookmarkEnd w:id="3"/>
        </w:p>
      </w:tc>
    </w:tr>
  </w:tbl>
  <w:p w14:paraId="608B1334"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0E8DFCD8" wp14:editId="7829B0C0">
          <wp:simplePos x="0" y="0"/>
          <wp:positionH relativeFrom="page">
            <wp:posOffset>5105400</wp:posOffset>
          </wp:positionH>
          <wp:positionV relativeFrom="page">
            <wp:posOffset>838200</wp:posOffset>
          </wp:positionV>
          <wp:extent cx="1620000" cy="1620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620000" cy="1620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726E9E1F" wp14:editId="18B50C84">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D0CCD9"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74ADE42A" wp14:editId="4E1712A6">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6581B0"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8724983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1"/>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00A"/>
    <w:rsid w:val="00025DF7"/>
    <w:rsid w:val="0004653D"/>
    <w:rsid w:val="0005443A"/>
    <w:rsid w:val="00062822"/>
    <w:rsid w:val="0008169D"/>
    <w:rsid w:val="00094A49"/>
    <w:rsid w:val="00095819"/>
    <w:rsid w:val="000A369F"/>
    <w:rsid w:val="000B02C6"/>
    <w:rsid w:val="000B5A78"/>
    <w:rsid w:val="00110BB8"/>
    <w:rsid w:val="00113091"/>
    <w:rsid w:val="00121200"/>
    <w:rsid w:val="001261D2"/>
    <w:rsid w:val="00131D40"/>
    <w:rsid w:val="001673EE"/>
    <w:rsid w:val="00176224"/>
    <w:rsid w:val="001F462D"/>
    <w:rsid w:val="001F6E6A"/>
    <w:rsid w:val="002627A3"/>
    <w:rsid w:val="00283097"/>
    <w:rsid w:val="00285A45"/>
    <w:rsid w:val="00286DAE"/>
    <w:rsid w:val="0029378C"/>
    <w:rsid w:val="00295C6C"/>
    <w:rsid w:val="002A2239"/>
    <w:rsid w:val="002A2B85"/>
    <w:rsid w:val="002B56F8"/>
    <w:rsid w:val="002D4EAE"/>
    <w:rsid w:val="003023FF"/>
    <w:rsid w:val="00344684"/>
    <w:rsid w:val="00362821"/>
    <w:rsid w:val="003660CB"/>
    <w:rsid w:val="00372112"/>
    <w:rsid w:val="00376DD0"/>
    <w:rsid w:val="00381993"/>
    <w:rsid w:val="003A1C1B"/>
    <w:rsid w:val="003B1A2C"/>
    <w:rsid w:val="003C69DE"/>
    <w:rsid w:val="003D37C3"/>
    <w:rsid w:val="003F56B0"/>
    <w:rsid w:val="003F7DD3"/>
    <w:rsid w:val="00420C17"/>
    <w:rsid w:val="004462B9"/>
    <w:rsid w:val="00454337"/>
    <w:rsid w:val="00467F2D"/>
    <w:rsid w:val="004E1AAA"/>
    <w:rsid w:val="00501A06"/>
    <w:rsid w:val="00512C05"/>
    <w:rsid w:val="00516727"/>
    <w:rsid w:val="00525290"/>
    <w:rsid w:val="0053157C"/>
    <w:rsid w:val="00546F76"/>
    <w:rsid w:val="00575AEF"/>
    <w:rsid w:val="00590F61"/>
    <w:rsid w:val="005A0671"/>
    <w:rsid w:val="005A4E09"/>
    <w:rsid w:val="005A529F"/>
    <w:rsid w:val="0060196E"/>
    <w:rsid w:val="006238E3"/>
    <w:rsid w:val="006353D9"/>
    <w:rsid w:val="00650096"/>
    <w:rsid w:val="00661485"/>
    <w:rsid w:val="006715A4"/>
    <w:rsid w:val="006904C8"/>
    <w:rsid w:val="00695F86"/>
    <w:rsid w:val="006A33D3"/>
    <w:rsid w:val="006B111C"/>
    <w:rsid w:val="006B7378"/>
    <w:rsid w:val="00707ABF"/>
    <w:rsid w:val="00742404"/>
    <w:rsid w:val="0074360A"/>
    <w:rsid w:val="00750CB1"/>
    <w:rsid w:val="00752C8E"/>
    <w:rsid w:val="00772A8A"/>
    <w:rsid w:val="00782B4B"/>
    <w:rsid w:val="007A3045"/>
    <w:rsid w:val="007C2C48"/>
    <w:rsid w:val="007D4F8A"/>
    <w:rsid w:val="007E6F66"/>
    <w:rsid w:val="007F0435"/>
    <w:rsid w:val="007F1D4F"/>
    <w:rsid w:val="00802BF8"/>
    <w:rsid w:val="00810049"/>
    <w:rsid w:val="00846FEA"/>
    <w:rsid w:val="008510DC"/>
    <w:rsid w:val="00863B08"/>
    <w:rsid w:val="008A2F5C"/>
    <w:rsid w:val="008B572B"/>
    <w:rsid w:val="008B5ABA"/>
    <w:rsid w:val="008C32F8"/>
    <w:rsid w:val="008C4AB7"/>
    <w:rsid w:val="008D329D"/>
    <w:rsid w:val="008D6134"/>
    <w:rsid w:val="008E707F"/>
    <w:rsid w:val="008F0D1C"/>
    <w:rsid w:val="008F511E"/>
    <w:rsid w:val="009149AE"/>
    <w:rsid w:val="00925FCD"/>
    <w:rsid w:val="0094600A"/>
    <w:rsid w:val="00977C3A"/>
    <w:rsid w:val="00977E99"/>
    <w:rsid w:val="0098056F"/>
    <w:rsid w:val="00980D79"/>
    <w:rsid w:val="00984FCC"/>
    <w:rsid w:val="00991D89"/>
    <w:rsid w:val="0099368D"/>
    <w:rsid w:val="00997BEC"/>
    <w:rsid w:val="009B16EE"/>
    <w:rsid w:val="009C694F"/>
    <w:rsid w:val="00A03805"/>
    <w:rsid w:val="00A13AF3"/>
    <w:rsid w:val="00A2525B"/>
    <w:rsid w:val="00A330C9"/>
    <w:rsid w:val="00A37A65"/>
    <w:rsid w:val="00A9034D"/>
    <w:rsid w:val="00A91680"/>
    <w:rsid w:val="00AA25C7"/>
    <w:rsid w:val="00AB4D03"/>
    <w:rsid w:val="00AC2F06"/>
    <w:rsid w:val="00AD6CE7"/>
    <w:rsid w:val="00B06CCE"/>
    <w:rsid w:val="00B22183"/>
    <w:rsid w:val="00B223C4"/>
    <w:rsid w:val="00B244C5"/>
    <w:rsid w:val="00B31019"/>
    <w:rsid w:val="00B542C6"/>
    <w:rsid w:val="00B556B7"/>
    <w:rsid w:val="00B65A10"/>
    <w:rsid w:val="00BE43EF"/>
    <w:rsid w:val="00BF2B94"/>
    <w:rsid w:val="00C02BC2"/>
    <w:rsid w:val="00C3654A"/>
    <w:rsid w:val="00C405F5"/>
    <w:rsid w:val="00C65692"/>
    <w:rsid w:val="00C90610"/>
    <w:rsid w:val="00CA21F1"/>
    <w:rsid w:val="00CD648C"/>
    <w:rsid w:val="00D21E65"/>
    <w:rsid w:val="00D263AB"/>
    <w:rsid w:val="00D27007"/>
    <w:rsid w:val="00D272A1"/>
    <w:rsid w:val="00D31C2C"/>
    <w:rsid w:val="00D53DAC"/>
    <w:rsid w:val="00D5446F"/>
    <w:rsid w:val="00D80696"/>
    <w:rsid w:val="00D827D0"/>
    <w:rsid w:val="00DA6046"/>
    <w:rsid w:val="00DB4BE6"/>
    <w:rsid w:val="00DC7D49"/>
    <w:rsid w:val="00DD4BA2"/>
    <w:rsid w:val="00DE1ED3"/>
    <w:rsid w:val="00DF67D1"/>
    <w:rsid w:val="00E10257"/>
    <w:rsid w:val="00E2393F"/>
    <w:rsid w:val="00E308E8"/>
    <w:rsid w:val="00E67C32"/>
    <w:rsid w:val="00EB50B1"/>
    <w:rsid w:val="00EC628A"/>
    <w:rsid w:val="00F075D4"/>
    <w:rsid w:val="00F15040"/>
    <w:rsid w:val="00F46B41"/>
    <w:rsid w:val="00F63EE3"/>
    <w:rsid w:val="00F96F22"/>
    <w:rsid w:val="00FB289B"/>
    <w:rsid w:val="00FD4D3A"/>
    <w:rsid w:val="00FF50E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60978E"/>
  <w15:docId w15:val="{6E7C5B47-7068-42C8-A662-3C159E10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NichtaufgelsteErwhnung">
    <w:name w:val="Unresolved Mention"/>
    <w:basedOn w:val="Absatz-Standardschriftart"/>
    <w:uiPriority w:val="99"/>
    <w:semiHidden/>
    <w:unhideWhenUsed/>
    <w:rsid w:val="00121200"/>
    <w:rPr>
      <w:color w:val="605E5C"/>
      <w:shd w:val="clear" w:color="auto" w:fill="E1DFDD"/>
    </w:rPr>
  </w:style>
  <w:style w:type="character" w:styleId="Kommentarzeichen">
    <w:name w:val="annotation reference"/>
    <w:basedOn w:val="Absatz-Standardschriftart"/>
    <w:uiPriority w:val="99"/>
    <w:semiHidden/>
    <w:unhideWhenUsed/>
    <w:rsid w:val="000A369F"/>
    <w:rPr>
      <w:sz w:val="16"/>
      <w:szCs w:val="16"/>
    </w:rPr>
  </w:style>
  <w:style w:type="paragraph" w:styleId="Kommentartext">
    <w:name w:val="annotation text"/>
    <w:basedOn w:val="Standard"/>
    <w:link w:val="KommentartextZchn"/>
    <w:uiPriority w:val="99"/>
    <w:semiHidden/>
    <w:unhideWhenUsed/>
    <w:rsid w:val="000A369F"/>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A369F"/>
    <w:rPr>
      <w:kern w:val="4"/>
      <w:sz w:val="20"/>
      <w:szCs w:val="20"/>
    </w:rPr>
  </w:style>
  <w:style w:type="paragraph" w:styleId="Kommentarthema">
    <w:name w:val="annotation subject"/>
    <w:basedOn w:val="Kommentartext"/>
    <w:next w:val="Kommentartext"/>
    <w:link w:val="KommentarthemaZchn"/>
    <w:uiPriority w:val="99"/>
    <w:semiHidden/>
    <w:unhideWhenUsed/>
    <w:rsid w:val="000A369F"/>
    <w:rPr>
      <w:b/>
      <w:bCs/>
    </w:rPr>
  </w:style>
  <w:style w:type="character" w:customStyle="1" w:styleId="KommentarthemaZchn">
    <w:name w:val="Kommentarthema Zchn"/>
    <w:basedOn w:val="KommentartextZchn"/>
    <w:link w:val="Kommentarthema"/>
    <w:uiPriority w:val="99"/>
    <w:semiHidden/>
    <w:rsid w:val="000A369F"/>
    <w:rPr>
      <w:b/>
      <w:bCs/>
      <w:kern w:val="4"/>
      <w:sz w:val="20"/>
      <w:szCs w:val="20"/>
    </w:rPr>
  </w:style>
  <w:style w:type="paragraph" w:styleId="berarbeitung">
    <w:name w:val="Revision"/>
    <w:hidden/>
    <w:uiPriority w:val="99"/>
    <w:semiHidden/>
    <w:rsid w:val="00FF50E9"/>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98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dehogabw.de/vermarkten/gastronomie-initiativen/schmeck-den-sueden.htm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456\Documents\Benutzerdefinierte%20Office-Vorlagen\Pressemitteilung_Vorlage_160%20J_2023_D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E2E3B05CF684712B1FB557E2F451C4B"/>
        <w:category>
          <w:name w:val="Allgemein"/>
          <w:gallery w:val="placeholder"/>
        </w:category>
        <w:types>
          <w:type w:val="bbPlcHdr"/>
        </w:types>
        <w:behaviors>
          <w:behavior w:val="content"/>
        </w:behaviors>
        <w:guid w:val="{ECC2F3DB-9766-47BA-B1EB-66852758EE10}"/>
      </w:docPartPr>
      <w:docPartBody>
        <w:p w:rsidR="00A502B4" w:rsidRDefault="00627AF1">
          <w:pPr>
            <w:pStyle w:val="9E2E3B05CF684712B1FB557E2F451C4B"/>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02B4"/>
    <w:rsid w:val="000F03E6"/>
    <w:rsid w:val="001C030F"/>
    <w:rsid w:val="0023131F"/>
    <w:rsid w:val="00352401"/>
    <w:rsid w:val="00384CCD"/>
    <w:rsid w:val="004A531E"/>
    <w:rsid w:val="00627AF1"/>
    <w:rsid w:val="00A502B4"/>
    <w:rsid w:val="00E84B8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9E2E3B05CF684712B1FB557E2F451C4B">
    <w:name w:val="9E2E3B05CF684712B1FB557E2F451C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2023-08-14T00:00:00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75819E8-1D2E-4154-8682-F7193E607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C:\Users\u456\Documents\Benutzerdefinierte Office-Vorlagen\Pressemitteilung_Vorlage_160 J_2023_DE.dotx</Template>
  <TotalTime>0</TotalTime>
  <Pages>2</Pages>
  <Words>548</Words>
  <Characters>3455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Langeheine, Rebecca</dc:creator>
  <dc:description>Pressemitteilung · Office 2016;_x000d_
Version 1.0.0;_x000d_
26.11.2018</dc:description>
  <cp:lastModifiedBy>Jonathan Wurster</cp:lastModifiedBy>
  <cp:revision>2</cp:revision>
  <cp:lastPrinted>2023-08-01T07:55:00Z</cp:lastPrinted>
  <dcterms:created xsi:type="dcterms:W3CDTF">2023-08-11T09:10:00Z</dcterms:created>
  <dcterms:modified xsi:type="dcterms:W3CDTF">2023-08-11T09:10:00Z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